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A3B" w:rsidRPr="008D6243" w:rsidRDefault="004F5A3B" w:rsidP="004F5A3B">
      <w:pPr>
        <w:jc w:val="center"/>
        <w:rPr>
          <w:b/>
          <w:sz w:val="20"/>
          <w:szCs w:val="20"/>
          <w:u w:val="single"/>
        </w:rPr>
      </w:pPr>
      <w:r w:rsidRPr="008D6243">
        <w:rPr>
          <w:b/>
          <w:sz w:val="20"/>
          <w:szCs w:val="20"/>
          <w:u w:val="single"/>
        </w:rPr>
        <w:t>Fi</w:t>
      </w:r>
      <w:r w:rsidR="00E32855">
        <w:rPr>
          <w:b/>
          <w:sz w:val="20"/>
          <w:szCs w:val="20"/>
          <w:u w:val="single"/>
        </w:rPr>
        <w:t>ș</w:t>
      </w:r>
      <w:r w:rsidRPr="008D6243">
        <w:rPr>
          <w:b/>
          <w:sz w:val="20"/>
          <w:szCs w:val="20"/>
          <w:u w:val="single"/>
        </w:rPr>
        <w:t>ă de lucru</w:t>
      </w:r>
    </w:p>
    <w:p w:rsidR="004F5A3B" w:rsidRPr="008D6243" w:rsidRDefault="005F373A" w:rsidP="004F5A3B">
      <w:pPr>
        <w:rPr>
          <w:b/>
          <w:i/>
          <w:sz w:val="20"/>
          <w:szCs w:val="20"/>
        </w:rPr>
      </w:pPr>
      <w:r w:rsidRPr="008D6243">
        <w:rPr>
          <w:b/>
          <w:sz w:val="20"/>
          <w:szCs w:val="20"/>
          <w:u w:val="single"/>
        </w:rPr>
        <w:t>Aplica</w:t>
      </w:r>
      <w:r w:rsidR="00E32855">
        <w:rPr>
          <w:b/>
          <w:sz w:val="20"/>
          <w:szCs w:val="20"/>
          <w:u w:val="single"/>
        </w:rPr>
        <w:t>ț</w:t>
      </w:r>
      <w:r w:rsidRPr="008D6243">
        <w:rPr>
          <w:b/>
          <w:sz w:val="20"/>
          <w:szCs w:val="20"/>
          <w:u w:val="single"/>
        </w:rPr>
        <w:t>ia 4</w:t>
      </w:r>
      <w:r w:rsidR="003D3197" w:rsidRPr="008D6243">
        <w:rPr>
          <w:b/>
          <w:sz w:val="20"/>
          <w:szCs w:val="20"/>
        </w:rPr>
        <w:t xml:space="preserve">   </w:t>
      </w:r>
      <w:r w:rsidR="004F5A3B" w:rsidRPr="008D6243">
        <w:rPr>
          <w:b/>
          <w:i/>
          <w:sz w:val="20"/>
          <w:szCs w:val="20"/>
        </w:rPr>
        <w:t xml:space="preserve"> (</w:t>
      </w:r>
      <w:r w:rsidR="004F5A3B" w:rsidRPr="008D6243">
        <w:rPr>
          <w:i/>
          <w:sz w:val="20"/>
          <w:szCs w:val="20"/>
        </w:rPr>
        <w:t xml:space="preserve">se folosesc controale de tip: </w:t>
      </w:r>
      <w:r w:rsidR="00EB3C1E" w:rsidRPr="008D6243">
        <w:rPr>
          <w:b/>
          <w:i/>
          <w:sz w:val="20"/>
          <w:szCs w:val="20"/>
        </w:rPr>
        <w:t>TabControl, ListBox, CheckedListBox,</w:t>
      </w:r>
      <w:r w:rsidR="00EB3C1E" w:rsidRPr="008D6243">
        <w:rPr>
          <w:i/>
          <w:sz w:val="20"/>
          <w:szCs w:val="20"/>
        </w:rPr>
        <w:t xml:space="preserve"> </w:t>
      </w:r>
      <w:r w:rsidR="00EB3C1E" w:rsidRPr="008D6243">
        <w:rPr>
          <w:b/>
          <w:i/>
          <w:sz w:val="20"/>
          <w:szCs w:val="20"/>
        </w:rPr>
        <w:t>Label, TextBox,  Button</w:t>
      </w:r>
      <w:r w:rsidR="004F5A3B" w:rsidRPr="008D6243">
        <w:rPr>
          <w:b/>
          <w:i/>
          <w:sz w:val="20"/>
          <w:szCs w:val="20"/>
        </w:rPr>
        <w:t xml:space="preserve">) </w:t>
      </w:r>
    </w:p>
    <w:p w:rsidR="00D07032" w:rsidRPr="008D6243" w:rsidRDefault="004F5A3B" w:rsidP="004F5A3B">
      <w:pPr>
        <w:pStyle w:val="Listparagraf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t>Crea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o aplica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ie de tip </w:t>
      </w:r>
      <w:r w:rsidRPr="008D6243">
        <w:rPr>
          <w:i/>
          <w:sz w:val="20"/>
          <w:szCs w:val="20"/>
        </w:rPr>
        <w:t>Windows Forms</w:t>
      </w:r>
      <w:r w:rsidRPr="008D6243">
        <w:rPr>
          <w:sz w:val="20"/>
          <w:szCs w:val="20"/>
        </w:rPr>
        <w:t xml:space="preserve"> cu numele </w:t>
      </w:r>
      <w:r w:rsidR="00EB3C1E" w:rsidRPr="008D6243">
        <w:rPr>
          <w:b/>
          <w:i/>
          <w:sz w:val="20"/>
          <w:szCs w:val="20"/>
        </w:rPr>
        <w:t>Transforma</w:t>
      </w:r>
      <w:r w:rsidRPr="008D6243">
        <w:rPr>
          <w:sz w:val="20"/>
          <w:szCs w:val="20"/>
        </w:rPr>
        <w:t>.  Da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click dreapta pe suprafa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a formei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alege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 </w:t>
      </w:r>
      <w:r w:rsidRPr="008D6243">
        <w:rPr>
          <w:b/>
          <w:sz w:val="20"/>
          <w:szCs w:val="20"/>
        </w:rPr>
        <w:t>Properties</w:t>
      </w:r>
      <w:r w:rsidRPr="008D6243">
        <w:rPr>
          <w:sz w:val="20"/>
          <w:szCs w:val="20"/>
        </w:rPr>
        <w:t>. Schimba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 titlul formei (implicit este Form1) în </w:t>
      </w:r>
      <w:r w:rsidR="00EB3C1E" w:rsidRPr="008D6243">
        <w:rPr>
          <w:b/>
          <w:i/>
          <w:sz w:val="20"/>
          <w:szCs w:val="20"/>
        </w:rPr>
        <w:t>Util</w:t>
      </w:r>
      <w:r w:rsidRPr="008D6243">
        <w:rPr>
          <w:sz w:val="20"/>
          <w:szCs w:val="20"/>
        </w:rPr>
        <w:t>, modificând valoarea proprietă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ii </w:t>
      </w:r>
      <w:r w:rsidRPr="008D6243">
        <w:rPr>
          <w:b/>
          <w:sz w:val="20"/>
          <w:szCs w:val="20"/>
        </w:rPr>
        <w:t>Text</w:t>
      </w:r>
      <w:r w:rsidRPr="008D6243">
        <w:rPr>
          <w:sz w:val="20"/>
          <w:szCs w:val="20"/>
        </w:rPr>
        <w:t xml:space="preserve">. </w:t>
      </w:r>
    </w:p>
    <w:p w:rsidR="005B3DEF" w:rsidRPr="008D6243" w:rsidRDefault="00EB3C1E" w:rsidP="005B3DEF">
      <w:pPr>
        <w:pStyle w:val="Listparagraf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t>Adăuga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pe formă un control</w:t>
      </w:r>
      <w:r w:rsidR="001F34CF" w:rsidRPr="008D6243">
        <w:rPr>
          <w:sz w:val="20"/>
          <w:szCs w:val="20"/>
        </w:rPr>
        <w:t xml:space="preserve"> de tip T</w:t>
      </w:r>
      <w:r w:rsidR="005B3DEF" w:rsidRPr="008D6243">
        <w:rPr>
          <w:sz w:val="20"/>
          <w:szCs w:val="20"/>
        </w:rPr>
        <w:t>abControl. Din fereastra Properties alege</w:t>
      </w:r>
      <w:r w:rsidR="00E32855">
        <w:rPr>
          <w:sz w:val="20"/>
          <w:szCs w:val="20"/>
        </w:rPr>
        <w:t>ț</w:t>
      </w:r>
      <w:r w:rsidR="005B3DEF" w:rsidRPr="008D6243">
        <w:rPr>
          <w:sz w:val="20"/>
          <w:szCs w:val="20"/>
        </w:rPr>
        <w:t>i TabPages</w:t>
      </w:r>
      <w:r w:rsidR="005F373A" w:rsidRPr="008D6243">
        <w:rPr>
          <w:sz w:val="20"/>
          <w:szCs w:val="20"/>
        </w:rPr>
        <w:t>, Collection, pute</w:t>
      </w:r>
      <w:r w:rsidR="00E32855">
        <w:rPr>
          <w:sz w:val="20"/>
          <w:szCs w:val="20"/>
        </w:rPr>
        <w:t>ț</w:t>
      </w:r>
      <w:r w:rsidR="005F373A" w:rsidRPr="008D6243">
        <w:rPr>
          <w:sz w:val="20"/>
          <w:szCs w:val="20"/>
        </w:rPr>
        <w:t>i personaliza</w:t>
      </w:r>
      <w:r w:rsidR="005B3DEF" w:rsidRPr="008D6243">
        <w:rPr>
          <w:sz w:val="20"/>
          <w:szCs w:val="20"/>
        </w:rPr>
        <w:t xml:space="preserve"> tabControl-ul adăugând sau </w:t>
      </w:r>
      <w:r w:rsidR="00E32855">
        <w:rPr>
          <w:sz w:val="20"/>
          <w:szCs w:val="20"/>
        </w:rPr>
        <w:t>ș</w:t>
      </w:r>
      <w:r w:rsidR="005B3DEF" w:rsidRPr="008D6243">
        <w:rPr>
          <w:sz w:val="20"/>
          <w:szCs w:val="20"/>
        </w:rPr>
        <w:t>tergând pagini. Particulariza</w:t>
      </w:r>
      <w:r w:rsidR="00E32855">
        <w:rPr>
          <w:sz w:val="20"/>
          <w:szCs w:val="20"/>
        </w:rPr>
        <w:t>ț</w:t>
      </w:r>
      <w:r w:rsidR="005B3DEF" w:rsidRPr="008D6243">
        <w:rPr>
          <w:sz w:val="20"/>
          <w:szCs w:val="20"/>
        </w:rPr>
        <w:t>i tabControlul creat, astfel înc</w:t>
      </w:r>
      <w:r w:rsidR="00E32855">
        <w:rPr>
          <w:sz w:val="20"/>
          <w:szCs w:val="20"/>
        </w:rPr>
        <w:t>ț</w:t>
      </w:r>
      <w:r w:rsidR="005B3DEF" w:rsidRPr="008D6243">
        <w:rPr>
          <w:sz w:val="20"/>
          <w:szCs w:val="20"/>
        </w:rPr>
        <w:t xml:space="preserve">t să aibă </w:t>
      </w:r>
      <w:r w:rsidR="009B49EB" w:rsidRPr="008D6243">
        <w:rPr>
          <w:sz w:val="20"/>
          <w:szCs w:val="20"/>
        </w:rPr>
        <w:t>două</w:t>
      </w:r>
      <w:r w:rsidR="005B3DEF" w:rsidRPr="008D6243">
        <w:rPr>
          <w:sz w:val="20"/>
          <w:szCs w:val="20"/>
        </w:rPr>
        <w:t xml:space="preserve"> pagin</w:t>
      </w:r>
      <w:r w:rsidR="00D53E30" w:rsidRPr="008D6243">
        <w:rPr>
          <w:sz w:val="20"/>
          <w:szCs w:val="20"/>
        </w:rPr>
        <w:t>i denumite  implicit tabPage1,</w:t>
      </w:r>
      <w:r w:rsidR="005B3DEF" w:rsidRPr="008D6243">
        <w:rPr>
          <w:sz w:val="20"/>
          <w:szCs w:val="20"/>
        </w:rPr>
        <w:t xml:space="preserve"> tabPage2. Schimba</w:t>
      </w:r>
      <w:r w:rsidR="00E32855">
        <w:rPr>
          <w:sz w:val="20"/>
          <w:szCs w:val="20"/>
        </w:rPr>
        <w:t>ț</w:t>
      </w:r>
      <w:r w:rsidR="005B3DEF" w:rsidRPr="008D6243">
        <w:rPr>
          <w:sz w:val="20"/>
          <w:szCs w:val="20"/>
        </w:rPr>
        <w:t xml:space="preserve">i proprietatea </w:t>
      </w:r>
      <w:r w:rsidR="005B3DEF" w:rsidRPr="008D6243">
        <w:rPr>
          <w:b/>
          <w:sz w:val="20"/>
          <w:szCs w:val="20"/>
        </w:rPr>
        <w:t>Text</w:t>
      </w:r>
      <w:r w:rsidR="005B3DEF" w:rsidRPr="008D6243">
        <w:rPr>
          <w:sz w:val="20"/>
          <w:szCs w:val="20"/>
        </w:rPr>
        <w:t xml:space="preserve"> a acestora la </w:t>
      </w:r>
      <w:r w:rsidR="00FB35B7" w:rsidRPr="008D6243">
        <w:rPr>
          <w:sz w:val="20"/>
          <w:szCs w:val="20"/>
        </w:rPr>
        <w:t>“</w:t>
      </w:r>
      <w:r w:rsidR="005B3DEF" w:rsidRPr="008D6243">
        <w:rPr>
          <w:sz w:val="20"/>
          <w:szCs w:val="20"/>
        </w:rPr>
        <w:t>Transformări</w:t>
      </w:r>
      <w:r w:rsidR="00FB35B7" w:rsidRPr="008D6243">
        <w:rPr>
          <w:sz w:val="20"/>
          <w:szCs w:val="20"/>
        </w:rPr>
        <w:t>”</w:t>
      </w:r>
      <w:r w:rsidR="005B3DEF" w:rsidRPr="008D6243">
        <w:rPr>
          <w:sz w:val="20"/>
          <w:szCs w:val="20"/>
        </w:rPr>
        <w:t xml:space="preserve">, </w:t>
      </w:r>
      <w:r w:rsidR="009B49EB" w:rsidRPr="008D6243">
        <w:rPr>
          <w:sz w:val="20"/>
          <w:szCs w:val="20"/>
        </w:rPr>
        <w:t xml:space="preserve">respectiv </w:t>
      </w:r>
      <w:r w:rsidR="00FB35B7" w:rsidRPr="008D6243">
        <w:rPr>
          <w:sz w:val="20"/>
          <w:szCs w:val="20"/>
        </w:rPr>
        <w:t>“</w:t>
      </w:r>
      <w:r w:rsidR="005B3DEF" w:rsidRPr="008D6243">
        <w:rPr>
          <w:sz w:val="20"/>
          <w:szCs w:val="20"/>
        </w:rPr>
        <w:t>Liste</w:t>
      </w:r>
      <w:r w:rsidR="00FB35B7" w:rsidRPr="008D6243">
        <w:rPr>
          <w:sz w:val="20"/>
          <w:szCs w:val="20"/>
        </w:rPr>
        <w:t>”</w:t>
      </w:r>
      <w:r w:rsidR="00D53E30" w:rsidRPr="008D6243">
        <w:rPr>
          <w:sz w:val="20"/>
          <w:szCs w:val="20"/>
        </w:rPr>
        <w:t xml:space="preserve"> </w:t>
      </w:r>
      <w:r w:rsidR="009B49EB" w:rsidRPr="008D6243">
        <w:rPr>
          <w:sz w:val="20"/>
          <w:szCs w:val="20"/>
        </w:rPr>
        <w:t>.</w:t>
      </w:r>
    </w:p>
    <w:p w:rsidR="00FB35B7" w:rsidRPr="008D6243" w:rsidRDefault="00FB35B7" w:rsidP="005B3DEF">
      <w:pPr>
        <w:pStyle w:val="Listparagraf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t>Cău</w:t>
      </w:r>
      <w:r w:rsidR="00D53E30" w:rsidRPr="008D6243">
        <w:rPr>
          <w:sz w:val="20"/>
          <w:szCs w:val="20"/>
        </w:rPr>
        <w:t>ta</w:t>
      </w:r>
      <w:r w:rsidR="00E32855">
        <w:rPr>
          <w:sz w:val="20"/>
          <w:szCs w:val="20"/>
        </w:rPr>
        <w:t>ț</w:t>
      </w:r>
      <w:r w:rsidR="00D53E30" w:rsidRPr="008D6243">
        <w:rPr>
          <w:sz w:val="20"/>
          <w:szCs w:val="20"/>
        </w:rPr>
        <w:t xml:space="preserve">i pe internet câteva imagini </w:t>
      </w:r>
      <w:r w:rsidRPr="008D6243">
        <w:rPr>
          <w:i/>
          <w:sz w:val="20"/>
          <w:szCs w:val="20"/>
        </w:rPr>
        <w:t>wallpaper desktop</w:t>
      </w:r>
      <w:r w:rsidRPr="008D6243">
        <w:rPr>
          <w:sz w:val="20"/>
          <w:szCs w:val="20"/>
        </w:rPr>
        <w:t xml:space="preserve"> (decente)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salva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i-le în folder-ul vostru.</w:t>
      </w:r>
    </w:p>
    <w:p w:rsidR="00FB35B7" w:rsidRPr="008D6243" w:rsidRDefault="00FB35B7" w:rsidP="005B3DEF">
      <w:pPr>
        <w:pStyle w:val="Listparagraf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t>Selecta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 forma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din fereastra Properties, pentru proprietatea BackgroundImage deschide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 lista ascunsă care începe cu “none”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alege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Project resource file</w:t>
      </w:r>
      <w:r w:rsidR="00227956" w:rsidRPr="008D6243">
        <w:rPr>
          <w:sz w:val="20"/>
          <w:szCs w:val="20"/>
        </w:rPr>
        <w:t>. Apăsa</w:t>
      </w:r>
      <w:r w:rsidR="00E32855">
        <w:rPr>
          <w:sz w:val="20"/>
          <w:szCs w:val="20"/>
        </w:rPr>
        <w:t>ț</w:t>
      </w:r>
      <w:r w:rsidR="00227956" w:rsidRPr="008D6243">
        <w:rPr>
          <w:sz w:val="20"/>
          <w:szCs w:val="20"/>
        </w:rPr>
        <w:t>i butonul Import, alege</w:t>
      </w:r>
      <w:r w:rsidR="00E32855">
        <w:rPr>
          <w:sz w:val="20"/>
          <w:szCs w:val="20"/>
        </w:rPr>
        <w:t>ț</w:t>
      </w:r>
      <w:r w:rsidR="00227956" w:rsidRPr="008D6243">
        <w:rPr>
          <w:sz w:val="20"/>
          <w:szCs w:val="20"/>
        </w:rPr>
        <w:t xml:space="preserve">i o imagine dintre cele salvate anterior </w:t>
      </w:r>
      <w:r w:rsidR="00E32855">
        <w:rPr>
          <w:sz w:val="20"/>
          <w:szCs w:val="20"/>
        </w:rPr>
        <w:t>ș</w:t>
      </w:r>
      <w:r w:rsidR="00227956" w:rsidRPr="008D6243">
        <w:rPr>
          <w:sz w:val="20"/>
          <w:szCs w:val="20"/>
        </w:rPr>
        <w:t>i da</w:t>
      </w:r>
      <w:r w:rsidR="00E32855">
        <w:rPr>
          <w:sz w:val="20"/>
          <w:szCs w:val="20"/>
        </w:rPr>
        <w:t>ț</w:t>
      </w:r>
      <w:r w:rsidR="00227956" w:rsidRPr="008D6243">
        <w:rPr>
          <w:sz w:val="20"/>
          <w:szCs w:val="20"/>
        </w:rPr>
        <w:t>i Open (repeta</w:t>
      </w:r>
      <w:r w:rsidR="00E32855">
        <w:rPr>
          <w:sz w:val="20"/>
          <w:szCs w:val="20"/>
        </w:rPr>
        <w:t>ț</w:t>
      </w:r>
      <w:r w:rsidR="00227956" w:rsidRPr="008D6243">
        <w:rPr>
          <w:sz w:val="20"/>
          <w:szCs w:val="20"/>
        </w:rPr>
        <w:t>i opera</w:t>
      </w:r>
      <w:r w:rsidR="00E32855">
        <w:rPr>
          <w:sz w:val="20"/>
          <w:szCs w:val="20"/>
        </w:rPr>
        <w:t>ț</w:t>
      </w:r>
      <w:r w:rsidR="00227956" w:rsidRPr="008D6243">
        <w:rPr>
          <w:sz w:val="20"/>
          <w:szCs w:val="20"/>
        </w:rPr>
        <w:t>ia pentru câteva imagini pentru a le adăuga la proiect ca resurse ) apoi da</w:t>
      </w:r>
      <w:r w:rsidR="00E32855">
        <w:rPr>
          <w:sz w:val="20"/>
          <w:szCs w:val="20"/>
        </w:rPr>
        <w:t>ț</w:t>
      </w:r>
      <w:r w:rsidR="00227956" w:rsidRPr="008D6243">
        <w:rPr>
          <w:sz w:val="20"/>
          <w:szCs w:val="20"/>
        </w:rPr>
        <w:t>i OK.</w:t>
      </w:r>
      <w:r w:rsidR="001015A9" w:rsidRPr="008D6243">
        <w:rPr>
          <w:sz w:val="20"/>
          <w:szCs w:val="20"/>
        </w:rPr>
        <w:t xml:space="preserve"> Observa</w:t>
      </w:r>
      <w:r w:rsidR="00E32855">
        <w:rPr>
          <w:sz w:val="20"/>
          <w:szCs w:val="20"/>
        </w:rPr>
        <w:t>ț</w:t>
      </w:r>
      <w:r w:rsidR="001015A9" w:rsidRPr="008D6243">
        <w:rPr>
          <w:sz w:val="20"/>
          <w:szCs w:val="20"/>
        </w:rPr>
        <w:t>i în panoul din dreapta (în Solution Explorer) a apărut</w:t>
      </w:r>
      <w:r w:rsidR="00023972" w:rsidRPr="008D6243">
        <w:rPr>
          <w:sz w:val="20"/>
          <w:szCs w:val="20"/>
        </w:rPr>
        <w:t xml:space="preserve"> în proiectul vostru un nou folder Resources care con</w:t>
      </w:r>
      <w:r w:rsidR="00E32855">
        <w:rPr>
          <w:sz w:val="20"/>
          <w:szCs w:val="20"/>
        </w:rPr>
        <w:t>ț</w:t>
      </w:r>
      <w:r w:rsidR="00023972" w:rsidRPr="008D6243">
        <w:rPr>
          <w:sz w:val="20"/>
          <w:szCs w:val="20"/>
        </w:rPr>
        <w:t xml:space="preserve">ine imaginile alese </w:t>
      </w:r>
      <w:r w:rsidR="00E32855">
        <w:rPr>
          <w:sz w:val="20"/>
          <w:szCs w:val="20"/>
        </w:rPr>
        <w:t>ș</w:t>
      </w:r>
      <w:r w:rsidR="00023972" w:rsidRPr="008D6243">
        <w:rPr>
          <w:sz w:val="20"/>
          <w:szCs w:val="20"/>
        </w:rPr>
        <w:t>i care pot fi folosite în proiect.</w:t>
      </w:r>
    </w:p>
    <w:p w:rsidR="00023972" w:rsidRPr="008D6243" w:rsidRDefault="00023972" w:rsidP="005B3DEF">
      <w:pPr>
        <w:pStyle w:val="Listparagraf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t>Pentru formă alege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 pentru proprietatea </w:t>
      </w:r>
      <w:r w:rsidRPr="008D6243">
        <w:rPr>
          <w:b/>
          <w:sz w:val="20"/>
          <w:szCs w:val="20"/>
        </w:rPr>
        <w:t>BackgroundImage</w:t>
      </w:r>
      <w:r w:rsidRPr="008D6243">
        <w:rPr>
          <w:sz w:val="20"/>
          <w:szCs w:val="20"/>
        </w:rPr>
        <w:t xml:space="preserve"> imaginea de fundal dorită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dacă trebuie alege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 la </w:t>
      </w:r>
      <w:r w:rsidRPr="008D6243">
        <w:rPr>
          <w:b/>
          <w:sz w:val="20"/>
          <w:szCs w:val="20"/>
        </w:rPr>
        <w:t>BackgroundImageLayout</w:t>
      </w:r>
      <w:r w:rsidRPr="008D6243">
        <w:rPr>
          <w:sz w:val="20"/>
          <w:szCs w:val="20"/>
        </w:rPr>
        <w:t xml:space="preserve"> valoarea </w:t>
      </w:r>
      <w:r w:rsidRPr="008D6243">
        <w:rPr>
          <w:b/>
          <w:i/>
          <w:sz w:val="20"/>
          <w:szCs w:val="20"/>
        </w:rPr>
        <w:t>Strech</w:t>
      </w:r>
      <w:r w:rsidR="00396BAE" w:rsidRPr="008D6243">
        <w:rPr>
          <w:sz w:val="20"/>
          <w:szCs w:val="20"/>
        </w:rPr>
        <w:t xml:space="preserve"> sau </w:t>
      </w:r>
      <w:r w:rsidR="00396BAE" w:rsidRPr="008D6243">
        <w:rPr>
          <w:b/>
          <w:i/>
          <w:sz w:val="20"/>
          <w:szCs w:val="20"/>
        </w:rPr>
        <w:t>Title</w:t>
      </w:r>
      <w:r w:rsidRPr="008D6243">
        <w:rPr>
          <w:sz w:val="20"/>
          <w:szCs w:val="20"/>
        </w:rPr>
        <w:t>.</w:t>
      </w:r>
    </w:p>
    <w:p w:rsidR="000468CD" w:rsidRPr="008D6243" w:rsidRDefault="000468CD" w:rsidP="005B3DEF">
      <w:pPr>
        <w:pStyle w:val="Listparagraf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t>Alege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 imagini de fundal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pentru paginile tabControl-ului. Pentru aceasta selecta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 tabControlul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din fereastra Properties alege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TabPages, apăsa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pe butonul din dreptul denumirii Collection.</w:t>
      </w:r>
    </w:p>
    <w:p w:rsidR="004F5A3B" w:rsidRPr="008D6243" w:rsidRDefault="000468CD" w:rsidP="004F5A3B">
      <w:pPr>
        <w:pStyle w:val="Listparagraf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t xml:space="preserve">Pe prima pagină a tabControl-ului (adică pe </w:t>
      </w:r>
      <w:r w:rsidRPr="008D6243">
        <w:rPr>
          <w:b/>
          <w:sz w:val="20"/>
          <w:szCs w:val="20"/>
        </w:rPr>
        <w:t>tabPage1</w:t>
      </w:r>
      <w:r w:rsidRPr="008D6243">
        <w:rPr>
          <w:sz w:val="20"/>
          <w:szCs w:val="20"/>
        </w:rPr>
        <w:t>) adăuga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 din </w:t>
      </w:r>
      <w:r w:rsidRPr="008D6243">
        <w:rPr>
          <w:b/>
          <w:sz w:val="20"/>
          <w:szCs w:val="20"/>
        </w:rPr>
        <w:t>Toolbox</w:t>
      </w:r>
      <w:r w:rsidR="004F5A3B" w:rsidRPr="008D6243">
        <w:rPr>
          <w:sz w:val="20"/>
          <w:szCs w:val="20"/>
        </w:rPr>
        <w:t xml:space="preserve"> mai multe controale </w:t>
      </w:r>
      <w:r w:rsidR="00E32855">
        <w:rPr>
          <w:sz w:val="20"/>
          <w:szCs w:val="20"/>
        </w:rPr>
        <w:t>ș</w:t>
      </w:r>
      <w:r w:rsidR="004F5A3B" w:rsidRPr="008D6243">
        <w:rPr>
          <w:sz w:val="20"/>
          <w:szCs w:val="20"/>
        </w:rPr>
        <w:t>i modifica</w:t>
      </w:r>
      <w:r w:rsidR="00E32855">
        <w:rPr>
          <w:sz w:val="20"/>
          <w:szCs w:val="20"/>
        </w:rPr>
        <w:t>ț</w:t>
      </w:r>
      <w:r w:rsidR="004F5A3B" w:rsidRPr="008D6243">
        <w:rPr>
          <w:sz w:val="20"/>
          <w:szCs w:val="20"/>
        </w:rPr>
        <w:t>i</w:t>
      </w:r>
      <w:r w:rsidR="00396BAE" w:rsidRPr="008D6243">
        <w:rPr>
          <w:sz w:val="20"/>
          <w:szCs w:val="20"/>
        </w:rPr>
        <w:t>-</w:t>
      </w:r>
      <w:r w:rsidR="004F5A3B" w:rsidRPr="008D6243">
        <w:rPr>
          <w:sz w:val="20"/>
          <w:szCs w:val="20"/>
        </w:rPr>
        <w:t xml:space="preserve">le proprietatea </w:t>
      </w:r>
      <w:r w:rsidR="004F5A3B" w:rsidRPr="008D6243">
        <w:rPr>
          <w:b/>
          <w:sz w:val="20"/>
          <w:szCs w:val="20"/>
        </w:rPr>
        <w:t>Text</w:t>
      </w:r>
      <w:r w:rsidR="004F5A3B" w:rsidRPr="008D6243">
        <w:rPr>
          <w:sz w:val="20"/>
          <w:szCs w:val="20"/>
        </w:rPr>
        <w:t xml:space="preserve"> ca în imagine:</w:t>
      </w:r>
    </w:p>
    <w:p w:rsidR="00890835" w:rsidRPr="008D6243" w:rsidRDefault="003C2393" w:rsidP="006E30C5">
      <w:pPr>
        <w:pStyle w:val="Listparagraf"/>
        <w:spacing w:line="240" w:lineRule="auto"/>
        <w:ind w:left="360"/>
        <w:jc w:val="center"/>
        <w:rPr>
          <w:sz w:val="20"/>
          <w:szCs w:val="20"/>
        </w:rPr>
      </w:pPr>
      <w:r w:rsidRPr="008D6243">
        <w:rPr>
          <w:noProof/>
          <w:sz w:val="20"/>
          <w:szCs w:val="20"/>
          <w:lang w:val="en-US"/>
        </w:rPr>
        <w:drawing>
          <wp:inline distT="0" distB="0" distL="0" distR="0">
            <wp:extent cx="6460490" cy="3445510"/>
            <wp:effectExtent l="0" t="0" r="0" b="254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0490" cy="344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BAE" w:rsidRPr="008D6243" w:rsidRDefault="0046581C" w:rsidP="004F5A3B">
      <w:pPr>
        <w:pStyle w:val="Listparagraf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t>Adăuga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 în </w:t>
      </w:r>
      <w:r w:rsidRPr="008D6243">
        <w:rPr>
          <w:b/>
          <w:sz w:val="20"/>
          <w:szCs w:val="20"/>
        </w:rPr>
        <w:t>listBox1</w:t>
      </w:r>
      <w:r w:rsidRPr="008D6243">
        <w:rPr>
          <w:sz w:val="20"/>
          <w:szCs w:val="20"/>
        </w:rPr>
        <w:t xml:space="preserve"> itemii: </w:t>
      </w:r>
      <w:r w:rsidRPr="008D6243">
        <w:rPr>
          <w:b/>
          <w:i/>
          <w:sz w:val="20"/>
          <w:szCs w:val="20"/>
        </w:rPr>
        <w:t>mm, cm, dm, m.</w:t>
      </w:r>
      <w:r w:rsidRPr="008D6243">
        <w:rPr>
          <w:sz w:val="20"/>
          <w:szCs w:val="20"/>
        </w:rPr>
        <w:t xml:space="preserve"> Pentru aceas</w:t>
      </w:r>
      <w:r w:rsidR="009B4AFC" w:rsidRPr="008D6243">
        <w:rPr>
          <w:sz w:val="20"/>
          <w:szCs w:val="20"/>
        </w:rPr>
        <w:t>ta selecta</w:t>
      </w:r>
      <w:r w:rsidR="00E32855">
        <w:rPr>
          <w:sz w:val="20"/>
          <w:szCs w:val="20"/>
        </w:rPr>
        <w:t>ț</w:t>
      </w:r>
      <w:r w:rsidR="009B4AFC" w:rsidRPr="008D6243">
        <w:rPr>
          <w:sz w:val="20"/>
          <w:szCs w:val="20"/>
        </w:rPr>
        <w:t>i controlul, da</w:t>
      </w:r>
      <w:r w:rsidR="00E32855">
        <w:rPr>
          <w:sz w:val="20"/>
          <w:szCs w:val="20"/>
        </w:rPr>
        <w:t>ț</w:t>
      </w:r>
      <w:r w:rsidR="009B4AFC" w:rsidRPr="008D6243">
        <w:rPr>
          <w:sz w:val="20"/>
          <w:szCs w:val="20"/>
        </w:rPr>
        <w:t>i cli</w:t>
      </w:r>
      <w:r w:rsidRPr="008D6243">
        <w:rPr>
          <w:sz w:val="20"/>
          <w:szCs w:val="20"/>
        </w:rPr>
        <w:t>ck pe săgeata din stânga sus, alege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 </w:t>
      </w:r>
      <w:r w:rsidRPr="008D6243">
        <w:rPr>
          <w:b/>
          <w:sz w:val="20"/>
          <w:szCs w:val="20"/>
        </w:rPr>
        <w:t>Edit</w:t>
      </w:r>
      <w:r w:rsidRPr="008D6243">
        <w:rPr>
          <w:sz w:val="20"/>
          <w:szCs w:val="20"/>
        </w:rPr>
        <w:t xml:space="preserve"> </w:t>
      </w:r>
      <w:r w:rsidRPr="008D6243">
        <w:rPr>
          <w:b/>
          <w:sz w:val="20"/>
          <w:szCs w:val="20"/>
        </w:rPr>
        <w:t>Items</w:t>
      </w:r>
      <w:r w:rsidRPr="008D6243">
        <w:rPr>
          <w:sz w:val="20"/>
          <w:szCs w:val="20"/>
        </w:rPr>
        <w:t xml:space="preserve">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introduce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itemii manual, câte u</w:t>
      </w:r>
      <w:r w:rsidR="009B4AFC" w:rsidRPr="008D6243">
        <w:rPr>
          <w:sz w:val="20"/>
          <w:szCs w:val="20"/>
        </w:rPr>
        <w:t>n</w:t>
      </w:r>
      <w:r w:rsidRPr="008D6243">
        <w:rPr>
          <w:sz w:val="20"/>
          <w:szCs w:val="20"/>
        </w:rPr>
        <w:t xml:space="preserve">ul pe o linie. </w:t>
      </w:r>
      <w:r w:rsidRPr="008D6243">
        <w:rPr>
          <w:b/>
          <w:sz w:val="20"/>
          <w:szCs w:val="20"/>
        </w:rPr>
        <w:t>(</w:t>
      </w:r>
      <w:r w:rsidRPr="008D6243">
        <w:rPr>
          <w:sz w:val="20"/>
          <w:szCs w:val="20"/>
        </w:rPr>
        <w:t>pute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face acela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 xml:space="preserve">i lucru din fereastra </w:t>
      </w:r>
      <w:r w:rsidRPr="008D6243">
        <w:rPr>
          <w:b/>
          <w:sz w:val="20"/>
          <w:szCs w:val="20"/>
        </w:rPr>
        <w:t xml:space="preserve">Properties -&gt; Items -&gt; </w:t>
      </w:r>
      <w:r w:rsidR="009B4AFC" w:rsidRPr="008D6243">
        <w:rPr>
          <w:b/>
          <w:sz w:val="20"/>
          <w:szCs w:val="20"/>
        </w:rPr>
        <w:t>click pe butonul ce apare în dreptul textului</w:t>
      </w:r>
      <w:r w:rsidR="009B4AFC" w:rsidRPr="008D6243">
        <w:rPr>
          <w:sz w:val="20"/>
          <w:szCs w:val="20"/>
        </w:rPr>
        <w:t xml:space="preserve"> </w:t>
      </w:r>
      <w:r w:rsidR="009B4AFC" w:rsidRPr="008D6243">
        <w:rPr>
          <w:b/>
          <w:i/>
          <w:sz w:val="20"/>
          <w:szCs w:val="20"/>
        </w:rPr>
        <w:t>Collection</w:t>
      </w:r>
      <w:r w:rsidR="009B4AFC" w:rsidRPr="008D6243">
        <w:rPr>
          <w:sz w:val="20"/>
          <w:szCs w:val="20"/>
        </w:rPr>
        <w:t>.  Oricare din aceste două modalită</w:t>
      </w:r>
      <w:r w:rsidR="00E32855">
        <w:rPr>
          <w:sz w:val="20"/>
          <w:szCs w:val="20"/>
        </w:rPr>
        <w:t>ț</w:t>
      </w:r>
      <w:r w:rsidR="009B4AFC" w:rsidRPr="008D6243">
        <w:rPr>
          <w:sz w:val="20"/>
          <w:szCs w:val="20"/>
        </w:rPr>
        <w:t xml:space="preserve">i adaugă itemii </w:t>
      </w:r>
      <w:r w:rsidR="009B4AFC" w:rsidRPr="008D6243">
        <w:rPr>
          <w:b/>
          <w:i/>
          <w:sz w:val="20"/>
          <w:szCs w:val="20"/>
        </w:rPr>
        <w:t>design time.</w:t>
      </w:r>
      <w:r w:rsidR="009B4AFC" w:rsidRPr="008D6243">
        <w:rPr>
          <w:sz w:val="20"/>
          <w:szCs w:val="20"/>
        </w:rPr>
        <w:t xml:space="preserve"> Vom vedea că se pot adăuga itemii în listă </w:t>
      </w:r>
      <w:r w:rsidR="00E32855">
        <w:rPr>
          <w:sz w:val="20"/>
          <w:szCs w:val="20"/>
        </w:rPr>
        <w:t>ș</w:t>
      </w:r>
      <w:r w:rsidR="009B4AFC" w:rsidRPr="008D6243">
        <w:rPr>
          <w:sz w:val="20"/>
          <w:szCs w:val="20"/>
        </w:rPr>
        <w:t xml:space="preserve">i </w:t>
      </w:r>
      <w:r w:rsidR="009B4AFC" w:rsidRPr="008D6243">
        <w:rPr>
          <w:b/>
          <w:i/>
          <w:sz w:val="20"/>
          <w:szCs w:val="20"/>
        </w:rPr>
        <w:t>run time</w:t>
      </w:r>
      <w:r w:rsidR="009B4AFC" w:rsidRPr="008D6243">
        <w:rPr>
          <w:sz w:val="20"/>
          <w:szCs w:val="20"/>
        </w:rPr>
        <w:t>, adică în timp ce rulează aplica</w:t>
      </w:r>
      <w:r w:rsidR="00E32855">
        <w:rPr>
          <w:sz w:val="20"/>
          <w:szCs w:val="20"/>
        </w:rPr>
        <w:t>ț</w:t>
      </w:r>
      <w:r w:rsidR="009B4AFC" w:rsidRPr="008D6243">
        <w:rPr>
          <w:sz w:val="20"/>
          <w:szCs w:val="20"/>
        </w:rPr>
        <w:t>ia</w:t>
      </w:r>
      <w:r w:rsidR="009B4AFC" w:rsidRPr="008D6243">
        <w:rPr>
          <w:b/>
          <w:sz w:val="20"/>
          <w:szCs w:val="20"/>
        </w:rPr>
        <w:t>)</w:t>
      </w:r>
      <w:r w:rsidR="009B4AFC" w:rsidRPr="008D6243">
        <w:rPr>
          <w:sz w:val="20"/>
          <w:szCs w:val="20"/>
        </w:rPr>
        <w:t>.</w:t>
      </w:r>
    </w:p>
    <w:p w:rsidR="009B4AFC" w:rsidRPr="008D6243" w:rsidRDefault="009B4AFC" w:rsidP="004F5A3B">
      <w:pPr>
        <w:pStyle w:val="Listparagraf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t xml:space="preserve">Din fereastra </w:t>
      </w:r>
      <w:r w:rsidRPr="008D6243">
        <w:rPr>
          <w:b/>
          <w:sz w:val="20"/>
          <w:szCs w:val="20"/>
        </w:rPr>
        <w:t>Properties</w:t>
      </w:r>
      <w:r w:rsidRPr="008D6243">
        <w:rPr>
          <w:sz w:val="20"/>
          <w:szCs w:val="20"/>
        </w:rPr>
        <w:t xml:space="preserve"> modifica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 proprietatea </w:t>
      </w:r>
      <w:r w:rsidRPr="008D6243">
        <w:rPr>
          <w:b/>
          <w:sz w:val="20"/>
          <w:szCs w:val="20"/>
        </w:rPr>
        <w:t>TextAlign</w:t>
      </w:r>
      <w:r w:rsidRPr="008D6243">
        <w:rPr>
          <w:sz w:val="20"/>
          <w:szCs w:val="20"/>
        </w:rPr>
        <w:t xml:space="preserve"> a controlului </w:t>
      </w:r>
      <w:r w:rsidRPr="008D6243">
        <w:rPr>
          <w:b/>
          <w:sz w:val="20"/>
          <w:szCs w:val="20"/>
        </w:rPr>
        <w:t>textBox2</w:t>
      </w:r>
      <w:r w:rsidRPr="008D6243">
        <w:rPr>
          <w:sz w:val="20"/>
          <w:szCs w:val="20"/>
        </w:rPr>
        <w:t xml:space="preserve"> la </w:t>
      </w:r>
      <w:r w:rsidRPr="008D6243">
        <w:rPr>
          <w:b/>
          <w:i/>
          <w:sz w:val="20"/>
          <w:szCs w:val="20"/>
        </w:rPr>
        <w:t>Center</w:t>
      </w:r>
      <w:r w:rsidRPr="008D6243">
        <w:rPr>
          <w:sz w:val="20"/>
          <w:szCs w:val="20"/>
        </w:rPr>
        <w:t>.</w:t>
      </w:r>
    </w:p>
    <w:p w:rsidR="00CB2726" w:rsidRPr="008D6243" w:rsidRDefault="009B4AFC" w:rsidP="004F5A3B">
      <w:pPr>
        <w:pStyle w:val="Listparagraf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t>Pentru evenimentul KeyPress al controlului textBox1, scrie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codul necesar pentru a permite doar tastarea cifrelor</w:t>
      </w:r>
      <w:r w:rsidR="00CB2726" w:rsidRPr="008D6243">
        <w:rPr>
          <w:sz w:val="20"/>
          <w:szCs w:val="20"/>
        </w:rPr>
        <w:t xml:space="preserve"> </w:t>
      </w:r>
      <w:r w:rsidR="00E32855">
        <w:rPr>
          <w:sz w:val="20"/>
          <w:szCs w:val="20"/>
        </w:rPr>
        <w:t>ș</w:t>
      </w:r>
      <w:r w:rsidR="00CB2726" w:rsidRPr="008D6243">
        <w:rPr>
          <w:sz w:val="20"/>
          <w:szCs w:val="20"/>
        </w:rPr>
        <w:t xml:space="preserve">i apăsarea tastei Backspace </w:t>
      </w:r>
      <w:r w:rsidR="00E32855">
        <w:rPr>
          <w:sz w:val="20"/>
          <w:szCs w:val="20"/>
        </w:rPr>
        <w:t>ș</w:t>
      </w:r>
      <w:r w:rsidR="00CB2726" w:rsidRPr="008D6243">
        <w:rPr>
          <w:sz w:val="20"/>
          <w:szCs w:val="20"/>
        </w:rPr>
        <w:t>i afi</w:t>
      </w:r>
      <w:r w:rsidR="00E32855">
        <w:rPr>
          <w:sz w:val="20"/>
          <w:szCs w:val="20"/>
        </w:rPr>
        <w:t>ș</w:t>
      </w:r>
      <w:r w:rsidR="00CB2726" w:rsidRPr="008D6243">
        <w:rPr>
          <w:sz w:val="20"/>
          <w:szCs w:val="20"/>
        </w:rPr>
        <w:t>area unui mesaj de avertizare în cazul în care am apăsat alte taste.</w:t>
      </w:r>
    </w:p>
    <w:p w:rsidR="009B4AFC" w:rsidRPr="008D6243" w:rsidRDefault="00CB2726" w:rsidP="004F5A3B">
      <w:pPr>
        <w:pStyle w:val="Listparagraf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t>În evenimentul Click al controlului button1, scrie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 codul care va calcula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va afi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a în textBox2 transformarea în func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ie de </w:t>
      </w:r>
      <w:r w:rsidR="009B4AFC" w:rsidRPr="008D6243">
        <w:rPr>
          <w:sz w:val="20"/>
          <w:szCs w:val="20"/>
        </w:rPr>
        <w:t xml:space="preserve"> </w:t>
      </w:r>
      <w:r w:rsidRPr="008D6243">
        <w:rPr>
          <w:sz w:val="20"/>
          <w:szCs w:val="20"/>
        </w:rPr>
        <w:t xml:space="preserve">numărul introdus în textBox1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itemul ales în listBox1. Se vor afi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a mesaje de avertizare dacă nu s-a completat în textBox1 sau nu s-a selectat nimic în ListBox1. Pentru a scrie acest cod v</w:t>
      </w:r>
      <w:r w:rsidR="0020317E" w:rsidRPr="008D6243">
        <w:rPr>
          <w:sz w:val="20"/>
          <w:szCs w:val="20"/>
        </w:rPr>
        <w:t>e</w:t>
      </w:r>
      <w:r w:rsidR="00E32855">
        <w:rPr>
          <w:sz w:val="20"/>
          <w:szCs w:val="20"/>
        </w:rPr>
        <w:t>ț</w:t>
      </w:r>
      <w:r w:rsidR="0020317E" w:rsidRPr="008D6243">
        <w:rPr>
          <w:sz w:val="20"/>
          <w:szCs w:val="20"/>
        </w:rPr>
        <w:t>i folosi instruc</w:t>
      </w:r>
      <w:r w:rsidR="00E32855">
        <w:rPr>
          <w:sz w:val="20"/>
          <w:szCs w:val="20"/>
        </w:rPr>
        <w:t>ț</w:t>
      </w:r>
      <w:r w:rsidR="0020317E" w:rsidRPr="008D6243">
        <w:rPr>
          <w:sz w:val="20"/>
          <w:szCs w:val="20"/>
        </w:rPr>
        <w:t>iunea switch ca mai jos:</w:t>
      </w:r>
    </w:p>
    <w:p w:rsidR="0020317E" w:rsidRPr="008D6243" w:rsidRDefault="0020317E" w:rsidP="0020317E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color w:val="0000FF"/>
          <w:sz w:val="20"/>
          <w:szCs w:val="20"/>
        </w:rPr>
        <w:t>if</w:t>
      </w:r>
      <w:r w:rsidRPr="008D6243">
        <w:rPr>
          <w:rFonts w:ascii="Courier New" w:hAnsi="Courier New" w:cs="Courier New"/>
          <w:sz w:val="20"/>
          <w:szCs w:val="20"/>
        </w:rPr>
        <w:t xml:space="preserve"> (textBox1.Text == </w:t>
      </w:r>
      <w:r w:rsidRPr="008D6243">
        <w:rPr>
          <w:rFonts w:ascii="Courier New" w:hAnsi="Courier New" w:cs="Courier New"/>
          <w:color w:val="A31515"/>
          <w:sz w:val="20"/>
          <w:szCs w:val="20"/>
        </w:rPr>
        <w:t>""</w:t>
      </w:r>
      <w:r w:rsidRPr="008D6243">
        <w:rPr>
          <w:rFonts w:ascii="Courier New" w:hAnsi="Courier New" w:cs="Courier New"/>
          <w:sz w:val="20"/>
          <w:szCs w:val="20"/>
        </w:rPr>
        <w:t>)</w:t>
      </w:r>
    </w:p>
    <w:p w:rsidR="0020317E" w:rsidRPr="008D6243" w:rsidRDefault="0020317E" w:rsidP="0020317E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  </w:t>
      </w:r>
      <w:r w:rsidRPr="008D6243">
        <w:rPr>
          <w:rFonts w:ascii="Courier New" w:hAnsi="Courier New" w:cs="Courier New"/>
          <w:color w:val="2B91AF"/>
          <w:sz w:val="20"/>
          <w:szCs w:val="20"/>
        </w:rPr>
        <w:t>MessageBox</w:t>
      </w:r>
      <w:r w:rsidRPr="008D6243">
        <w:rPr>
          <w:rFonts w:ascii="Courier New" w:hAnsi="Courier New" w:cs="Courier New"/>
          <w:sz w:val="20"/>
          <w:szCs w:val="20"/>
        </w:rPr>
        <w:t>.Show(</w:t>
      </w:r>
      <w:r w:rsidRPr="008D6243">
        <w:rPr>
          <w:rFonts w:ascii="Courier New" w:hAnsi="Courier New" w:cs="Courier New"/>
          <w:color w:val="A31515"/>
          <w:sz w:val="20"/>
          <w:szCs w:val="20"/>
        </w:rPr>
        <w:t>"Dati mai sus numarul de centimetri care se transforma!"</w:t>
      </w:r>
      <w:r w:rsidRPr="008D6243">
        <w:rPr>
          <w:rFonts w:ascii="Courier New" w:hAnsi="Courier New" w:cs="Courier New"/>
          <w:sz w:val="20"/>
          <w:szCs w:val="20"/>
        </w:rPr>
        <w:t>);</w:t>
      </w:r>
    </w:p>
    <w:p w:rsidR="0020317E" w:rsidRPr="008D6243" w:rsidRDefault="0020317E" w:rsidP="0020317E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color w:val="0000FF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</w:t>
      </w:r>
      <w:r w:rsidRPr="008D6243">
        <w:rPr>
          <w:rFonts w:ascii="Courier New" w:hAnsi="Courier New" w:cs="Courier New"/>
          <w:color w:val="0000FF"/>
          <w:sz w:val="20"/>
          <w:szCs w:val="20"/>
        </w:rPr>
        <w:t>else</w:t>
      </w:r>
    </w:p>
    <w:p w:rsidR="0020317E" w:rsidRPr="008D6243" w:rsidRDefault="0020317E" w:rsidP="0020317E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{</w:t>
      </w:r>
    </w:p>
    <w:p w:rsidR="0020317E" w:rsidRPr="008D6243" w:rsidRDefault="0020317E" w:rsidP="0020317E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    </w:t>
      </w:r>
      <w:r w:rsidRPr="008D6243">
        <w:rPr>
          <w:rFonts w:ascii="Courier New" w:hAnsi="Courier New" w:cs="Courier New"/>
          <w:color w:val="0000FF"/>
          <w:sz w:val="20"/>
          <w:szCs w:val="20"/>
        </w:rPr>
        <w:t>float</w:t>
      </w:r>
      <w:r w:rsidRPr="008D6243">
        <w:rPr>
          <w:rFonts w:ascii="Courier New" w:hAnsi="Courier New" w:cs="Courier New"/>
          <w:sz w:val="20"/>
          <w:szCs w:val="20"/>
        </w:rPr>
        <w:t xml:space="preserve"> nr = </w:t>
      </w:r>
      <w:r w:rsidRPr="008D6243">
        <w:rPr>
          <w:rFonts w:ascii="Courier New" w:hAnsi="Courier New" w:cs="Courier New"/>
          <w:color w:val="0000FF"/>
          <w:sz w:val="20"/>
          <w:szCs w:val="20"/>
        </w:rPr>
        <w:t>float</w:t>
      </w:r>
      <w:r w:rsidRPr="008D6243">
        <w:rPr>
          <w:rFonts w:ascii="Courier New" w:hAnsi="Courier New" w:cs="Courier New"/>
          <w:sz w:val="20"/>
          <w:szCs w:val="20"/>
        </w:rPr>
        <w:t>.Parse(textBox1.Text);</w:t>
      </w:r>
    </w:p>
    <w:p w:rsidR="0020317E" w:rsidRPr="008D6243" w:rsidRDefault="0020317E" w:rsidP="0020317E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    </w:t>
      </w:r>
      <w:r w:rsidRPr="008D6243">
        <w:rPr>
          <w:rFonts w:ascii="Courier New" w:hAnsi="Courier New" w:cs="Courier New"/>
          <w:color w:val="0000FF"/>
          <w:sz w:val="20"/>
          <w:szCs w:val="20"/>
        </w:rPr>
        <w:t>switch</w:t>
      </w:r>
      <w:r w:rsidRPr="008D6243">
        <w:rPr>
          <w:rFonts w:ascii="Courier New" w:hAnsi="Courier New" w:cs="Courier New"/>
          <w:sz w:val="20"/>
          <w:szCs w:val="20"/>
        </w:rPr>
        <w:t xml:space="preserve"> (listBox1.GetItemText(listBox1.SelectedItem))</w:t>
      </w:r>
    </w:p>
    <w:p w:rsidR="0020317E" w:rsidRPr="008D6243" w:rsidRDefault="0020317E" w:rsidP="0020317E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    {</w:t>
      </w:r>
    </w:p>
    <w:p w:rsidR="0020317E" w:rsidRPr="008D6243" w:rsidRDefault="0020317E" w:rsidP="0020317E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        </w:t>
      </w:r>
      <w:r w:rsidRPr="008D6243">
        <w:rPr>
          <w:rFonts w:ascii="Courier New" w:hAnsi="Courier New" w:cs="Courier New"/>
          <w:color w:val="0000FF"/>
          <w:sz w:val="20"/>
          <w:szCs w:val="20"/>
        </w:rPr>
        <w:t>case</w:t>
      </w:r>
      <w:r w:rsidRPr="008D6243">
        <w:rPr>
          <w:rFonts w:ascii="Courier New" w:hAnsi="Courier New" w:cs="Courier New"/>
          <w:sz w:val="20"/>
          <w:szCs w:val="20"/>
        </w:rPr>
        <w:t xml:space="preserve"> </w:t>
      </w:r>
      <w:r w:rsidRPr="008D6243">
        <w:rPr>
          <w:rFonts w:ascii="Courier New" w:hAnsi="Courier New" w:cs="Courier New"/>
          <w:color w:val="A31515"/>
          <w:sz w:val="20"/>
          <w:szCs w:val="20"/>
        </w:rPr>
        <w:t>"mm"</w:t>
      </w:r>
      <w:r w:rsidRPr="008D6243">
        <w:rPr>
          <w:rFonts w:ascii="Courier New" w:hAnsi="Courier New" w:cs="Courier New"/>
          <w:sz w:val="20"/>
          <w:szCs w:val="20"/>
        </w:rPr>
        <w:t xml:space="preserve">: </w:t>
      </w:r>
    </w:p>
    <w:p w:rsidR="0020317E" w:rsidRPr="008D6243" w:rsidRDefault="0020317E" w:rsidP="0020317E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lastRenderedPageBreak/>
        <w:t xml:space="preserve">                        nr = nr * 10; </w:t>
      </w:r>
      <w:r w:rsidRPr="008D6243">
        <w:rPr>
          <w:rFonts w:ascii="Courier New" w:hAnsi="Courier New" w:cs="Courier New"/>
          <w:color w:val="0000FF"/>
          <w:sz w:val="20"/>
          <w:szCs w:val="20"/>
        </w:rPr>
        <w:t>break</w:t>
      </w:r>
      <w:r w:rsidRPr="008D6243">
        <w:rPr>
          <w:rFonts w:ascii="Courier New" w:hAnsi="Courier New" w:cs="Courier New"/>
          <w:sz w:val="20"/>
          <w:szCs w:val="20"/>
        </w:rPr>
        <w:t>;</w:t>
      </w:r>
    </w:p>
    <w:p w:rsidR="0020317E" w:rsidRPr="008D6243" w:rsidRDefault="0020317E" w:rsidP="0020317E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        </w:t>
      </w:r>
      <w:r w:rsidRPr="008D6243">
        <w:rPr>
          <w:rFonts w:ascii="Courier New" w:hAnsi="Courier New" w:cs="Courier New"/>
          <w:color w:val="0000FF"/>
          <w:sz w:val="20"/>
          <w:szCs w:val="20"/>
        </w:rPr>
        <w:t>case</w:t>
      </w:r>
      <w:r w:rsidRPr="008D6243">
        <w:rPr>
          <w:rFonts w:ascii="Courier New" w:hAnsi="Courier New" w:cs="Courier New"/>
          <w:sz w:val="20"/>
          <w:szCs w:val="20"/>
        </w:rPr>
        <w:t xml:space="preserve"> </w:t>
      </w:r>
      <w:r w:rsidRPr="008D6243">
        <w:rPr>
          <w:rFonts w:ascii="Courier New" w:hAnsi="Courier New" w:cs="Courier New"/>
          <w:color w:val="A31515"/>
          <w:sz w:val="20"/>
          <w:szCs w:val="20"/>
        </w:rPr>
        <w:t>"cm"</w:t>
      </w:r>
      <w:r w:rsidRPr="008D6243">
        <w:rPr>
          <w:rFonts w:ascii="Courier New" w:hAnsi="Courier New" w:cs="Courier New"/>
          <w:sz w:val="20"/>
          <w:szCs w:val="20"/>
        </w:rPr>
        <w:t xml:space="preserve">: </w:t>
      </w:r>
    </w:p>
    <w:p w:rsidR="0020317E" w:rsidRPr="008D6243" w:rsidRDefault="0020317E" w:rsidP="0020317E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            </w:t>
      </w:r>
      <w:r w:rsidRPr="008D6243">
        <w:rPr>
          <w:rFonts w:ascii="Courier New" w:hAnsi="Courier New" w:cs="Courier New"/>
          <w:color w:val="0000FF"/>
          <w:sz w:val="20"/>
          <w:szCs w:val="20"/>
        </w:rPr>
        <w:t>break</w:t>
      </w:r>
      <w:r w:rsidRPr="008D6243">
        <w:rPr>
          <w:rFonts w:ascii="Courier New" w:hAnsi="Courier New" w:cs="Courier New"/>
          <w:sz w:val="20"/>
          <w:szCs w:val="20"/>
        </w:rPr>
        <w:t>;</w:t>
      </w:r>
    </w:p>
    <w:p w:rsidR="0020317E" w:rsidRPr="008D6243" w:rsidRDefault="0020317E" w:rsidP="0020317E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        </w:t>
      </w:r>
      <w:r w:rsidRPr="008D6243">
        <w:rPr>
          <w:rFonts w:ascii="Courier New" w:hAnsi="Courier New" w:cs="Courier New"/>
          <w:color w:val="0000FF"/>
          <w:sz w:val="20"/>
          <w:szCs w:val="20"/>
        </w:rPr>
        <w:t>case</w:t>
      </w:r>
      <w:r w:rsidRPr="008D6243">
        <w:rPr>
          <w:rFonts w:ascii="Courier New" w:hAnsi="Courier New" w:cs="Courier New"/>
          <w:sz w:val="20"/>
          <w:szCs w:val="20"/>
        </w:rPr>
        <w:t xml:space="preserve"> </w:t>
      </w:r>
      <w:r w:rsidRPr="008D6243">
        <w:rPr>
          <w:rFonts w:ascii="Courier New" w:hAnsi="Courier New" w:cs="Courier New"/>
          <w:color w:val="A31515"/>
          <w:sz w:val="20"/>
          <w:szCs w:val="20"/>
        </w:rPr>
        <w:t>"dm"</w:t>
      </w:r>
      <w:r w:rsidRPr="008D6243">
        <w:rPr>
          <w:rFonts w:ascii="Courier New" w:hAnsi="Courier New" w:cs="Courier New"/>
          <w:sz w:val="20"/>
          <w:szCs w:val="20"/>
        </w:rPr>
        <w:t>:</w:t>
      </w:r>
    </w:p>
    <w:p w:rsidR="0020317E" w:rsidRPr="008D6243" w:rsidRDefault="0020317E" w:rsidP="0020317E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            nr = nr / 10; </w:t>
      </w:r>
      <w:r w:rsidRPr="008D6243">
        <w:rPr>
          <w:rFonts w:ascii="Courier New" w:hAnsi="Courier New" w:cs="Courier New"/>
          <w:color w:val="0000FF"/>
          <w:sz w:val="20"/>
          <w:szCs w:val="20"/>
        </w:rPr>
        <w:t>break</w:t>
      </w:r>
      <w:r w:rsidRPr="008D6243">
        <w:rPr>
          <w:rFonts w:ascii="Courier New" w:hAnsi="Courier New" w:cs="Courier New"/>
          <w:sz w:val="20"/>
          <w:szCs w:val="20"/>
        </w:rPr>
        <w:t>;</w:t>
      </w:r>
    </w:p>
    <w:p w:rsidR="0020317E" w:rsidRPr="008D6243" w:rsidRDefault="0020317E" w:rsidP="0020317E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        </w:t>
      </w:r>
      <w:r w:rsidRPr="008D6243">
        <w:rPr>
          <w:rFonts w:ascii="Courier New" w:hAnsi="Courier New" w:cs="Courier New"/>
          <w:color w:val="0000FF"/>
          <w:sz w:val="20"/>
          <w:szCs w:val="20"/>
        </w:rPr>
        <w:t>case</w:t>
      </w:r>
      <w:r w:rsidRPr="008D6243">
        <w:rPr>
          <w:rFonts w:ascii="Courier New" w:hAnsi="Courier New" w:cs="Courier New"/>
          <w:sz w:val="20"/>
          <w:szCs w:val="20"/>
        </w:rPr>
        <w:t xml:space="preserve"> </w:t>
      </w:r>
      <w:r w:rsidRPr="008D6243">
        <w:rPr>
          <w:rFonts w:ascii="Courier New" w:hAnsi="Courier New" w:cs="Courier New"/>
          <w:color w:val="A31515"/>
          <w:sz w:val="20"/>
          <w:szCs w:val="20"/>
        </w:rPr>
        <w:t>"m"</w:t>
      </w:r>
      <w:r w:rsidRPr="008D6243">
        <w:rPr>
          <w:rFonts w:ascii="Courier New" w:hAnsi="Courier New" w:cs="Courier New"/>
          <w:sz w:val="20"/>
          <w:szCs w:val="20"/>
        </w:rPr>
        <w:t>:</w:t>
      </w:r>
    </w:p>
    <w:p w:rsidR="0020317E" w:rsidRPr="008D6243" w:rsidRDefault="0020317E" w:rsidP="0020317E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            nr = nr / 100; </w:t>
      </w:r>
      <w:r w:rsidRPr="008D6243">
        <w:rPr>
          <w:rFonts w:ascii="Courier New" w:hAnsi="Courier New" w:cs="Courier New"/>
          <w:color w:val="0000FF"/>
          <w:sz w:val="20"/>
          <w:szCs w:val="20"/>
        </w:rPr>
        <w:t>break</w:t>
      </w:r>
      <w:r w:rsidRPr="008D6243">
        <w:rPr>
          <w:rFonts w:ascii="Courier New" w:hAnsi="Courier New" w:cs="Courier New"/>
          <w:sz w:val="20"/>
          <w:szCs w:val="20"/>
        </w:rPr>
        <w:t>;</w:t>
      </w:r>
    </w:p>
    <w:p w:rsidR="0020317E" w:rsidRPr="008D6243" w:rsidRDefault="0020317E" w:rsidP="0020317E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        </w:t>
      </w:r>
      <w:r w:rsidRPr="008D6243">
        <w:rPr>
          <w:rFonts w:ascii="Courier New" w:hAnsi="Courier New" w:cs="Courier New"/>
          <w:color w:val="0000FF"/>
          <w:sz w:val="20"/>
          <w:szCs w:val="20"/>
        </w:rPr>
        <w:t>default</w:t>
      </w:r>
      <w:r w:rsidRPr="008D6243">
        <w:rPr>
          <w:rFonts w:ascii="Courier New" w:hAnsi="Courier New" w:cs="Courier New"/>
          <w:sz w:val="20"/>
          <w:szCs w:val="20"/>
        </w:rPr>
        <w:t>:</w:t>
      </w:r>
    </w:p>
    <w:p w:rsidR="0020317E" w:rsidRPr="008D6243" w:rsidRDefault="0020317E" w:rsidP="0020317E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 </w:t>
      </w:r>
      <w:r w:rsidRPr="008D6243">
        <w:rPr>
          <w:rFonts w:ascii="Courier New" w:hAnsi="Courier New" w:cs="Courier New"/>
          <w:color w:val="2B91AF"/>
          <w:sz w:val="20"/>
          <w:szCs w:val="20"/>
        </w:rPr>
        <w:t>MessageBox</w:t>
      </w:r>
      <w:r w:rsidRPr="008D6243">
        <w:rPr>
          <w:rFonts w:ascii="Courier New" w:hAnsi="Courier New" w:cs="Courier New"/>
          <w:sz w:val="20"/>
          <w:szCs w:val="20"/>
        </w:rPr>
        <w:t>.Show(</w:t>
      </w:r>
      <w:r w:rsidRPr="008D6243">
        <w:rPr>
          <w:rFonts w:ascii="Courier New" w:hAnsi="Courier New" w:cs="Courier New"/>
          <w:color w:val="A31515"/>
          <w:sz w:val="20"/>
          <w:szCs w:val="20"/>
        </w:rPr>
        <w:t>"Alegeti din lista unitatea in care transformati!"</w:t>
      </w:r>
      <w:r w:rsidRPr="008D6243">
        <w:rPr>
          <w:rFonts w:ascii="Courier New" w:hAnsi="Courier New" w:cs="Courier New"/>
          <w:sz w:val="20"/>
          <w:szCs w:val="20"/>
        </w:rPr>
        <w:t xml:space="preserve">); </w:t>
      </w:r>
      <w:r w:rsidRPr="008D6243">
        <w:rPr>
          <w:rFonts w:ascii="Courier New" w:hAnsi="Courier New" w:cs="Courier New"/>
          <w:color w:val="0000FF"/>
          <w:sz w:val="20"/>
          <w:szCs w:val="20"/>
        </w:rPr>
        <w:t>break</w:t>
      </w:r>
      <w:r w:rsidRPr="008D6243">
        <w:rPr>
          <w:rFonts w:ascii="Courier New" w:hAnsi="Courier New" w:cs="Courier New"/>
          <w:sz w:val="20"/>
          <w:szCs w:val="20"/>
        </w:rPr>
        <w:t>;</w:t>
      </w:r>
    </w:p>
    <w:p w:rsidR="0020317E" w:rsidRPr="008D6243" w:rsidRDefault="0020317E" w:rsidP="0020317E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</w:p>
    <w:p w:rsidR="0020317E" w:rsidRPr="008D6243" w:rsidRDefault="0020317E" w:rsidP="0020317E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    }</w:t>
      </w:r>
    </w:p>
    <w:p w:rsidR="0020317E" w:rsidRPr="008D6243" w:rsidRDefault="0020317E" w:rsidP="0020317E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textBox2.Text = textBox1.Text + </w:t>
      </w:r>
      <w:r w:rsidRPr="008D6243">
        <w:rPr>
          <w:rFonts w:ascii="Courier New" w:hAnsi="Courier New" w:cs="Courier New"/>
          <w:color w:val="A31515"/>
          <w:sz w:val="20"/>
          <w:szCs w:val="20"/>
        </w:rPr>
        <w:t>" cm = "</w:t>
      </w:r>
      <w:r w:rsidRPr="008D6243">
        <w:rPr>
          <w:rFonts w:ascii="Courier New" w:hAnsi="Courier New" w:cs="Courier New"/>
          <w:sz w:val="20"/>
          <w:szCs w:val="20"/>
        </w:rPr>
        <w:t xml:space="preserve"> + nr + </w:t>
      </w:r>
      <w:r w:rsidRPr="008D6243">
        <w:rPr>
          <w:rFonts w:ascii="Courier New" w:hAnsi="Courier New" w:cs="Courier New"/>
          <w:color w:val="A31515"/>
          <w:sz w:val="20"/>
          <w:szCs w:val="20"/>
        </w:rPr>
        <w:t>" "</w:t>
      </w:r>
      <w:r w:rsidRPr="008D6243">
        <w:rPr>
          <w:rFonts w:ascii="Courier New" w:hAnsi="Courier New" w:cs="Courier New"/>
          <w:sz w:val="20"/>
          <w:szCs w:val="20"/>
        </w:rPr>
        <w:t xml:space="preserve"> + </w:t>
      </w:r>
    </w:p>
    <w:p w:rsidR="0020317E" w:rsidRPr="008D6243" w:rsidRDefault="0020317E" w:rsidP="0020317E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ab/>
      </w:r>
      <w:r w:rsidRPr="008D6243">
        <w:rPr>
          <w:rFonts w:ascii="Courier New" w:hAnsi="Courier New" w:cs="Courier New"/>
          <w:sz w:val="20"/>
          <w:szCs w:val="20"/>
        </w:rPr>
        <w:tab/>
      </w:r>
      <w:r w:rsidRPr="008D6243">
        <w:rPr>
          <w:rFonts w:ascii="Courier New" w:hAnsi="Courier New" w:cs="Courier New"/>
          <w:sz w:val="20"/>
          <w:szCs w:val="20"/>
        </w:rPr>
        <w:tab/>
        <w:t>listBox1.GetItemText(listBox1.SelectedItem);</w:t>
      </w:r>
    </w:p>
    <w:p w:rsidR="002147C0" w:rsidRPr="008D6243" w:rsidRDefault="0020317E" w:rsidP="00D46835">
      <w:pPr>
        <w:pStyle w:val="Listparagraf"/>
        <w:spacing w:line="240" w:lineRule="auto"/>
        <w:ind w:left="360"/>
        <w:jc w:val="both"/>
        <w:rPr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}</w:t>
      </w:r>
    </w:p>
    <w:p w:rsidR="007B2693" w:rsidRPr="008D6243" w:rsidRDefault="002147C0" w:rsidP="00171CF4">
      <w:pPr>
        <w:pStyle w:val="Listparagraf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t xml:space="preserve">În </w:t>
      </w:r>
      <w:r w:rsidR="00171CF4" w:rsidRPr="008D6243">
        <w:rPr>
          <w:sz w:val="20"/>
          <w:szCs w:val="20"/>
        </w:rPr>
        <w:t>a doua pagină a controlului tabControl1, ve</w:t>
      </w:r>
      <w:r w:rsidR="00E32855">
        <w:rPr>
          <w:sz w:val="20"/>
          <w:szCs w:val="20"/>
        </w:rPr>
        <w:t>ț</w:t>
      </w:r>
      <w:r w:rsidR="00171CF4" w:rsidRPr="008D6243">
        <w:rPr>
          <w:sz w:val="20"/>
          <w:szCs w:val="20"/>
        </w:rPr>
        <w:t>i completa itemii unui control de tip listBox cu informa</w:t>
      </w:r>
      <w:r w:rsidR="00E32855">
        <w:rPr>
          <w:sz w:val="20"/>
          <w:szCs w:val="20"/>
        </w:rPr>
        <w:t>ț</w:t>
      </w:r>
      <w:r w:rsidR="00171CF4" w:rsidRPr="008D6243">
        <w:rPr>
          <w:sz w:val="20"/>
          <w:szCs w:val="20"/>
        </w:rPr>
        <w:t xml:space="preserve">ii dintr-un alt control </w:t>
      </w:r>
      <w:r w:rsidR="00E32855">
        <w:rPr>
          <w:sz w:val="20"/>
          <w:szCs w:val="20"/>
        </w:rPr>
        <w:t>ș</w:t>
      </w:r>
      <w:r w:rsidR="00171CF4" w:rsidRPr="008D6243">
        <w:rPr>
          <w:sz w:val="20"/>
          <w:szCs w:val="20"/>
        </w:rPr>
        <w:t>i anume unul de tip ChecketListBox. Pentru aceasta adăuga</w:t>
      </w:r>
      <w:r w:rsidR="00E32855">
        <w:rPr>
          <w:sz w:val="20"/>
          <w:szCs w:val="20"/>
        </w:rPr>
        <w:t>ț</w:t>
      </w:r>
      <w:r w:rsidR="00171CF4" w:rsidRPr="008D6243">
        <w:rPr>
          <w:sz w:val="20"/>
          <w:szCs w:val="20"/>
        </w:rPr>
        <w:t xml:space="preserve">i mai întâi în tabPage2 </w:t>
      </w:r>
      <w:r w:rsidR="00B77F30" w:rsidRPr="008D6243">
        <w:rPr>
          <w:sz w:val="20"/>
          <w:szCs w:val="20"/>
        </w:rPr>
        <w:t>un control de tip checkedListBox</w:t>
      </w:r>
      <w:r w:rsidR="007B2693" w:rsidRPr="008D6243">
        <w:rPr>
          <w:sz w:val="20"/>
          <w:szCs w:val="20"/>
        </w:rPr>
        <w:t xml:space="preserve"> (lăsa</w:t>
      </w:r>
      <w:r w:rsidR="00E32855">
        <w:rPr>
          <w:sz w:val="20"/>
          <w:szCs w:val="20"/>
        </w:rPr>
        <w:t>ț</w:t>
      </w:r>
      <w:r w:rsidR="007B2693" w:rsidRPr="008D6243">
        <w:rPr>
          <w:sz w:val="20"/>
          <w:szCs w:val="20"/>
        </w:rPr>
        <w:t>i numele implicit, adică checkedListBox1)</w:t>
      </w:r>
      <w:r w:rsidR="00B77F30" w:rsidRPr="008D6243">
        <w:rPr>
          <w:sz w:val="20"/>
          <w:szCs w:val="20"/>
        </w:rPr>
        <w:t xml:space="preserve"> </w:t>
      </w:r>
      <w:r w:rsidR="00E32855">
        <w:rPr>
          <w:sz w:val="20"/>
          <w:szCs w:val="20"/>
        </w:rPr>
        <w:t>ș</w:t>
      </w:r>
      <w:r w:rsidR="00B77F30" w:rsidRPr="008D6243">
        <w:rPr>
          <w:sz w:val="20"/>
          <w:szCs w:val="20"/>
        </w:rPr>
        <w:t>i la fel ca la un control de tip listBox adăuga</w:t>
      </w:r>
      <w:r w:rsidR="00E32855">
        <w:rPr>
          <w:sz w:val="20"/>
          <w:szCs w:val="20"/>
        </w:rPr>
        <w:t>ț</w:t>
      </w:r>
      <w:r w:rsidR="00B77F30" w:rsidRPr="008D6243">
        <w:rPr>
          <w:sz w:val="20"/>
          <w:szCs w:val="20"/>
        </w:rPr>
        <w:t>i itemii: Luni, Mar</w:t>
      </w:r>
      <w:r w:rsidR="00E32855">
        <w:rPr>
          <w:sz w:val="20"/>
          <w:szCs w:val="20"/>
        </w:rPr>
        <w:t>ț</w:t>
      </w:r>
      <w:r w:rsidR="00B77F30" w:rsidRPr="008D6243">
        <w:rPr>
          <w:sz w:val="20"/>
          <w:szCs w:val="20"/>
        </w:rPr>
        <w:t>i, Miercuri, Joi, Vineri, Sâm</w:t>
      </w:r>
      <w:r w:rsidR="0094719F">
        <w:rPr>
          <w:sz w:val="20"/>
          <w:szCs w:val="20"/>
        </w:rPr>
        <w:t>b</w:t>
      </w:r>
      <w:r w:rsidR="00B77F30" w:rsidRPr="008D6243">
        <w:rPr>
          <w:sz w:val="20"/>
          <w:szCs w:val="20"/>
        </w:rPr>
        <w:t xml:space="preserve">ătă, Duminică. </w:t>
      </w:r>
    </w:p>
    <w:p w:rsidR="00171CF4" w:rsidRPr="008D6243" w:rsidRDefault="007B2693" w:rsidP="00171CF4">
      <w:pPr>
        <w:pStyle w:val="Listparagraf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t>Adăuga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 în tabPage2 un control de tip listBox (va avea numele implicit listBox2), un control de tip button (va avea numele implicit button2) pentru care </w:t>
      </w:r>
      <w:r w:rsidR="00171CF4" w:rsidRPr="008D6243">
        <w:rPr>
          <w:sz w:val="20"/>
          <w:szCs w:val="20"/>
        </w:rPr>
        <w:t>modifica</w:t>
      </w:r>
      <w:r w:rsidR="00E32855">
        <w:rPr>
          <w:sz w:val="20"/>
          <w:szCs w:val="20"/>
        </w:rPr>
        <w:t>ț</w:t>
      </w:r>
      <w:r w:rsidR="00171CF4" w:rsidRPr="008D6243">
        <w:rPr>
          <w:sz w:val="20"/>
          <w:szCs w:val="20"/>
        </w:rPr>
        <w:t xml:space="preserve">i proprietatea </w:t>
      </w:r>
      <w:r w:rsidR="00171CF4" w:rsidRPr="008D6243">
        <w:rPr>
          <w:b/>
          <w:sz w:val="20"/>
          <w:szCs w:val="20"/>
        </w:rPr>
        <w:t>Text</w:t>
      </w:r>
      <w:r w:rsidR="00171CF4" w:rsidRPr="008D6243">
        <w:rPr>
          <w:sz w:val="20"/>
          <w:szCs w:val="20"/>
        </w:rPr>
        <w:t xml:space="preserve"> </w:t>
      </w:r>
      <w:r w:rsidRPr="008D6243">
        <w:rPr>
          <w:sz w:val="20"/>
          <w:szCs w:val="20"/>
        </w:rPr>
        <w:t xml:space="preserve">la “Am ales”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un control de tip Label (va avea numele label3).</w:t>
      </w:r>
    </w:p>
    <w:p w:rsidR="007B2693" w:rsidRPr="008D6243" w:rsidRDefault="007B2693" w:rsidP="00171CF4">
      <w:pPr>
        <w:pStyle w:val="Listparagraf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t>Scrie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codul necesar pentru ca în momentul încărcării formei, label3 să fie invizibil.</w:t>
      </w:r>
    </w:p>
    <w:p w:rsidR="007B2693" w:rsidRPr="008D6243" w:rsidRDefault="007B2693" w:rsidP="00171CF4">
      <w:pPr>
        <w:pStyle w:val="Listparagraf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t>Pentru ca atunci când da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click pe butonul button2 să se golească con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inutul listei listBox2, să se adauge în ea toate valorile selectate în checkedListBox1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să se</w:t>
      </w:r>
      <w:r w:rsidR="00833C44" w:rsidRPr="008D6243">
        <w:rPr>
          <w:sz w:val="20"/>
          <w:szCs w:val="20"/>
        </w:rPr>
        <w:t xml:space="preserve"> schimbe textul pentru label3 la “S-au selectat itemii: &lt;aici vor urma to</w:t>
      </w:r>
      <w:r w:rsidR="00E32855">
        <w:rPr>
          <w:sz w:val="20"/>
          <w:szCs w:val="20"/>
        </w:rPr>
        <w:t>ț</w:t>
      </w:r>
      <w:r w:rsidR="00833C44" w:rsidRPr="008D6243">
        <w:rPr>
          <w:sz w:val="20"/>
          <w:szCs w:val="20"/>
        </w:rPr>
        <w:t>i itemii selecta</w:t>
      </w:r>
      <w:r w:rsidR="00E32855">
        <w:rPr>
          <w:sz w:val="20"/>
          <w:szCs w:val="20"/>
        </w:rPr>
        <w:t>ț</w:t>
      </w:r>
      <w:r w:rsidR="00833C44" w:rsidRPr="008D6243">
        <w:rPr>
          <w:sz w:val="20"/>
          <w:szCs w:val="20"/>
        </w:rPr>
        <w:t>i&gt;”,  se va scrie codul următor în evenimentul Click al butonului button2:</w:t>
      </w:r>
    </w:p>
    <w:p w:rsidR="00833C44" w:rsidRPr="008D6243" w:rsidRDefault="00833C44" w:rsidP="00833C44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8000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listBox2.Items.Clear();   </w:t>
      </w:r>
      <w:r w:rsidRPr="008D6243">
        <w:rPr>
          <w:rFonts w:ascii="Courier New" w:hAnsi="Courier New" w:cs="Courier New"/>
          <w:color w:val="008000"/>
          <w:sz w:val="20"/>
          <w:szCs w:val="20"/>
        </w:rPr>
        <w:t>// goleste lista (2)</w:t>
      </w:r>
    </w:p>
    <w:p w:rsidR="00833C44" w:rsidRPr="008D6243" w:rsidRDefault="00833C44" w:rsidP="00833C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</w:t>
      </w:r>
      <w:r w:rsidRPr="008D6243">
        <w:rPr>
          <w:rFonts w:ascii="Courier New" w:hAnsi="Courier New" w:cs="Courier New"/>
          <w:color w:val="0000FF"/>
          <w:sz w:val="20"/>
          <w:szCs w:val="20"/>
        </w:rPr>
        <w:t>string</w:t>
      </w:r>
      <w:r w:rsidRPr="008D6243">
        <w:rPr>
          <w:rFonts w:ascii="Courier New" w:hAnsi="Courier New" w:cs="Courier New"/>
          <w:sz w:val="20"/>
          <w:szCs w:val="20"/>
        </w:rPr>
        <w:t xml:space="preserve"> s = </w:t>
      </w:r>
      <w:r w:rsidRPr="008D6243">
        <w:rPr>
          <w:rFonts w:ascii="Courier New" w:hAnsi="Courier New" w:cs="Courier New"/>
          <w:color w:val="A31515"/>
          <w:sz w:val="20"/>
          <w:szCs w:val="20"/>
        </w:rPr>
        <w:t>"Ati ales itemii:"</w:t>
      </w:r>
      <w:r w:rsidRPr="008D6243">
        <w:rPr>
          <w:rFonts w:ascii="Courier New" w:hAnsi="Courier New" w:cs="Courier New"/>
          <w:sz w:val="20"/>
          <w:szCs w:val="20"/>
        </w:rPr>
        <w:t>;</w:t>
      </w:r>
    </w:p>
    <w:p w:rsidR="00833C44" w:rsidRPr="008D6243" w:rsidRDefault="00833C44" w:rsidP="00833C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</w:t>
      </w:r>
      <w:r w:rsidRPr="008D6243">
        <w:rPr>
          <w:rFonts w:ascii="Courier New" w:hAnsi="Courier New" w:cs="Courier New"/>
          <w:color w:val="0000FF"/>
          <w:sz w:val="20"/>
          <w:szCs w:val="20"/>
        </w:rPr>
        <w:t>foreach</w:t>
      </w:r>
      <w:r w:rsidRPr="008D6243">
        <w:rPr>
          <w:rFonts w:ascii="Courier New" w:hAnsi="Courier New" w:cs="Courier New"/>
          <w:sz w:val="20"/>
          <w:szCs w:val="20"/>
        </w:rPr>
        <w:t xml:space="preserve"> (</w:t>
      </w:r>
      <w:r w:rsidRPr="008D6243">
        <w:rPr>
          <w:rFonts w:ascii="Courier New" w:hAnsi="Courier New" w:cs="Courier New"/>
          <w:color w:val="0000FF"/>
          <w:sz w:val="20"/>
          <w:szCs w:val="20"/>
        </w:rPr>
        <w:t>object</w:t>
      </w:r>
      <w:r w:rsidRPr="008D6243">
        <w:rPr>
          <w:rFonts w:ascii="Courier New" w:hAnsi="Courier New" w:cs="Courier New"/>
          <w:sz w:val="20"/>
          <w:szCs w:val="20"/>
        </w:rPr>
        <w:t xml:space="preserve"> o </w:t>
      </w:r>
      <w:r w:rsidRPr="008D6243">
        <w:rPr>
          <w:rFonts w:ascii="Courier New" w:hAnsi="Courier New" w:cs="Courier New"/>
          <w:color w:val="0000FF"/>
          <w:sz w:val="20"/>
          <w:szCs w:val="20"/>
        </w:rPr>
        <w:t>in</w:t>
      </w:r>
      <w:r w:rsidRPr="008D6243">
        <w:rPr>
          <w:rFonts w:ascii="Courier New" w:hAnsi="Courier New" w:cs="Courier New"/>
          <w:sz w:val="20"/>
          <w:szCs w:val="20"/>
        </w:rPr>
        <w:t xml:space="preserve"> checkedListBox1.CheckedItems)</w:t>
      </w:r>
    </w:p>
    <w:p w:rsidR="00833C44" w:rsidRPr="008D6243" w:rsidRDefault="00833C44" w:rsidP="00833C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{</w:t>
      </w:r>
    </w:p>
    <w:p w:rsidR="00833C44" w:rsidRPr="008D6243" w:rsidRDefault="00833C44" w:rsidP="00833C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    listBox2.Items.Add(o);</w:t>
      </w:r>
    </w:p>
    <w:p w:rsidR="00833C44" w:rsidRPr="008D6243" w:rsidRDefault="00833C44" w:rsidP="00833C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    s = s + </w:t>
      </w:r>
      <w:r w:rsidRPr="008D6243">
        <w:rPr>
          <w:rFonts w:ascii="Courier New" w:hAnsi="Courier New" w:cs="Courier New"/>
          <w:color w:val="A31515"/>
          <w:sz w:val="20"/>
          <w:szCs w:val="20"/>
        </w:rPr>
        <w:t>" "</w:t>
      </w:r>
      <w:r w:rsidRPr="008D6243">
        <w:rPr>
          <w:rFonts w:ascii="Courier New" w:hAnsi="Courier New" w:cs="Courier New"/>
          <w:sz w:val="20"/>
          <w:szCs w:val="20"/>
        </w:rPr>
        <w:t xml:space="preserve"> + o.ToString();</w:t>
      </w:r>
    </w:p>
    <w:p w:rsidR="00833C44" w:rsidRPr="008D6243" w:rsidRDefault="00833C44" w:rsidP="00833C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}</w:t>
      </w:r>
    </w:p>
    <w:p w:rsidR="00833C44" w:rsidRPr="008D6243" w:rsidRDefault="00833C44" w:rsidP="00833C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label3.Text = s;</w:t>
      </w:r>
    </w:p>
    <w:p w:rsidR="00833C44" w:rsidRPr="008D6243" w:rsidRDefault="00833C44" w:rsidP="00833C44">
      <w:pPr>
        <w:pStyle w:val="Listparagraf"/>
        <w:spacing w:line="240" w:lineRule="auto"/>
        <w:ind w:left="360"/>
        <w:jc w:val="both"/>
        <w:rPr>
          <w:rFonts w:ascii="Courier New" w:hAnsi="Courier New" w:cs="Courier New"/>
          <w:sz w:val="20"/>
          <w:szCs w:val="20"/>
        </w:rPr>
      </w:pPr>
      <w:r w:rsidRPr="008D6243">
        <w:rPr>
          <w:rFonts w:ascii="Courier New" w:hAnsi="Courier New" w:cs="Courier New"/>
          <w:sz w:val="20"/>
          <w:szCs w:val="20"/>
        </w:rPr>
        <w:t xml:space="preserve">            label3.Visible = </w:t>
      </w:r>
      <w:r w:rsidRPr="008D6243">
        <w:rPr>
          <w:rFonts w:ascii="Courier New" w:hAnsi="Courier New" w:cs="Courier New"/>
          <w:color w:val="0000FF"/>
          <w:sz w:val="20"/>
          <w:szCs w:val="20"/>
        </w:rPr>
        <w:t>true</w:t>
      </w:r>
      <w:r w:rsidRPr="008D6243">
        <w:rPr>
          <w:rFonts w:ascii="Courier New" w:hAnsi="Courier New" w:cs="Courier New"/>
          <w:sz w:val="20"/>
          <w:szCs w:val="20"/>
        </w:rPr>
        <w:t>;</w:t>
      </w:r>
    </w:p>
    <w:p w:rsidR="00833C44" w:rsidRPr="008D6243" w:rsidRDefault="00833C44" w:rsidP="00833C44">
      <w:pPr>
        <w:pStyle w:val="Listparagraf"/>
        <w:spacing w:line="240" w:lineRule="auto"/>
        <w:ind w:left="360"/>
        <w:jc w:val="both"/>
        <w:rPr>
          <w:sz w:val="20"/>
          <w:szCs w:val="20"/>
        </w:rPr>
      </w:pPr>
    </w:p>
    <w:p w:rsidR="002147C0" w:rsidRPr="008D6243" w:rsidRDefault="00171CF4" w:rsidP="005F373A">
      <w:pPr>
        <w:pStyle w:val="Listparagraf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t xml:space="preserve"> </w:t>
      </w:r>
      <w:r w:rsidR="005F373A" w:rsidRPr="008D6243">
        <w:rPr>
          <w:sz w:val="20"/>
          <w:szCs w:val="20"/>
        </w:rPr>
        <w:t>Adăuga</w:t>
      </w:r>
      <w:r w:rsidR="00E32855">
        <w:rPr>
          <w:sz w:val="20"/>
          <w:szCs w:val="20"/>
        </w:rPr>
        <w:t>ț</w:t>
      </w:r>
      <w:r w:rsidR="005F373A" w:rsidRPr="008D6243">
        <w:rPr>
          <w:sz w:val="20"/>
          <w:szCs w:val="20"/>
        </w:rPr>
        <w:t xml:space="preserve">i o nouă pagină în tabControl1 (va avea numele implicit tabPage3) </w:t>
      </w:r>
      <w:r w:rsidR="00E32855">
        <w:rPr>
          <w:sz w:val="20"/>
          <w:szCs w:val="20"/>
        </w:rPr>
        <w:t>ș</w:t>
      </w:r>
      <w:r w:rsidR="005F373A" w:rsidRPr="008D6243">
        <w:rPr>
          <w:sz w:val="20"/>
          <w:szCs w:val="20"/>
        </w:rPr>
        <w:t>i modifica</w:t>
      </w:r>
      <w:r w:rsidR="00E32855">
        <w:rPr>
          <w:sz w:val="20"/>
          <w:szCs w:val="20"/>
        </w:rPr>
        <w:t>ț</w:t>
      </w:r>
      <w:r w:rsidR="005F373A" w:rsidRPr="008D6243">
        <w:rPr>
          <w:sz w:val="20"/>
          <w:szCs w:val="20"/>
        </w:rPr>
        <w:t>i proprietatea Text la “Cumpărături”. Pe această pagină a tabControl-ului  adăuga</w:t>
      </w:r>
      <w:r w:rsidR="00E32855">
        <w:rPr>
          <w:sz w:val="20"/>
          <w:szCs w:val="20"/>
        </w:rPr>
        <w:t>ț</w:t>
      </w:r>
      <w:r w:rsidR="005F373A" w:rsidRPr="008D6243">
        <w:rPr>
          <w:sz w:val="20"/>
          <w:szCs w:val="20"/>
        </w:rPr>
        <w:t xml:space="preserve">i din </w:t>
      </w:r>
      <w:r w:rsidR="005F373A" w:rsidRPr="008D6243">
        <w:rPr>
          <w:b/>
          <w:sz w:val="20"/>
          <w:szCs w:val="20"/>
        </w:rPr>
        <w:t>Toolbox</w:t>
      </w:r>
      <w:r w:rsidR="005F373A" w:rsidRPr="008D6243">
        <w:rPr>
          <w:sz w:val="20"/>
          <w:szCs w:val="20"/>
        </w:rPr>
        <w:t xml:space="preserve"> mai multe controale </w:t>
      </w:r>
      <w:r w:rsidR="00E32855">
        <w:rPr>
          <w:sz w:val="20"/>
          <w:szCs w:val="20"/>
        </w:rPr>
        <w:t>ș</w:t>
      </w:r>
      <w:r w:rsidR="005F373A" w:rsidRPr="008D6243">
        <w:rPr>
          <w:sz w:val="20"/>
          <w:szCs w:val="20"/>
        </w:rPr>
        <w:t>i modifica</w:t>
      </w:r>
      <w:r w:rsidR="00E32855">
        <w:rPr>
          <w:sz w:val="20"/>
          <w:szCs w:val="20"/>
        </w:rPr>
        <w:t>ț</w:t>
      </w:r>
      <w:r w:rsidR="005F373A" w:rsidRPr="008D6243">
        <w:rPr>
          <w:sz w:val="20"/>
          <w:szCs w:val="20"/>
        </w:rPr>
        <w:t xml:space="preserve">i-le proprietatea </w:t>
      </w:r>
      <w:r w:rsidR="005F373A" w:rsidRPr="008D6243">
        <w:rPr>
          <w:b/>
          <w:sz w:val="20"/>
          <w:szCs w:val="20"/>
        </w:rPr>
        <w:t>Text</w:t>
      </w:r>
      <w:r w:rsidR="005F373A" w:rsidRPr="008D6243">
        <w:rPr>
          <w:sz w:val="20"/>
          <w:szCs w:val="20"/>
        </w:rPr>
        <w:t xml:space="preserve"> ca în imagine:</w:t>
      </w:r>
    </w:p>
    <w:p w:rsidR="005F373A" w:rsidRPr="008D6243" w:rsidRDefault="003C2393" w:rsidP="0035318C">
      <w:pPr>
        <w:pStyle w:val="Listparagraf"/>
        <w:spacing w:line="240" w:lineRule="auto"/>
        <w:ind w:left="360"/>
        <w:jc w:val="center"/>
        <w:rPr>
          <w:sz w:val="20"/>
          <w:szCs w:val="20"/>
        </w:rPr>
      </w:pPr>
      <w:r w:rsidRPr="008D6243">
        <w:rPr>
          <w:noProof/>
          <w:sz w:val="20"/>
          <w:szCs w:val="20"/>
          <w:lang w:val="en-US"/>
        </w:rPr>
        <w:drawing>
          <wp:inline distT="0" distB="0" distL="0" distR="0">
            <wp:extent cx="6732270" cy="3372485"/>
            <wp:effectExtent l="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2270" cy="337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73A" w:rsidRPr="008D6243" w:rsidRDefault="0035318C" w:rsidP="005F373A">
      <w:pPr>
        <w:pStyle w:val="Listparagraf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t>Scrie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codul necesar pentru ca atunci când se dă click pe button3 să se adauge în listBox3 produsul a cărui denumire 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scris-o în textBox3. Dacă textBox3 nu con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ine text atunci se va afi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a un mesaj.</w:t>
      </w:r>
    </w:p>
    <w:p w:rsidR="0035318C" w:rsidRPr="008D6243" w:rsidRDefault="0035318C" w:rsidP="005F373A">
      <w:pPr>
        <w:pStyle w:val="Listparagraf"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lastRenderedPageBreak/>
        <w:t>Scrie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codul necesar pentru ca atunci când da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click pe button4, respectiv pe button5 se mută itemii selecta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dintr-o listă în alta conform săge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ii (ace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 xml:space="preserve">tia se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terg din lista din care sunt selecta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apar în cealaltă). Indica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ie: pentru a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 xml:space="preserve">terge din listBox3 vom scrie codul: listBox3.Items.Remove(listBox3.SelectedItem)). </w:t>
      </w:r>
    </w:p>
    <w:p w:rsidR="00675CEF" w:rsidRPr="008D6243" w:rsidRDefault="00675CEF" w:rsidP="00675CEF">
      <w:pPr>
        <w:pStyle w:val="Listparagraf"/>
        <w:spacing w:line="240" w:lineRule="auto"/>
        <w:ind w:left="360"/>
        <w:jc w:val="both"/>
        <w:rPr>
          <w:sz w:val="20"/>
          <w:szCs w:val="20"/>
        </w:rPr>
      </w:pPr>
    </w:p>
    <w:p w:rsidR="00675CEF" w:rsidRPr="008D6243" w:rsidRDefault="00675CEF" w:rsidP="00675CEF">
      <w:pPr>
        <w:pStyle w:val="Listparagraf"/>
        <w:spacing w:line="240" w:lineRule="auto"/>
        <w:ind w:left="360"/>
        <w:jc w:val="both"/>
        <w:rPr>
          <w:sz w:val="20"/>
          <w:szCs w:val="20"/>
        </w:rPr>
      </w:pPr>
    </w:p>
    <w:p w:rsidR="00675CEF" w:rsidRPr="008D6243" w:rsidRDefault="00675CEF" w:rsidP="00567DB6">
      <w:pPr>
        <w:pStyle w:val="Listparagraf"/>
        <w:spacing w:line="240" w:lineRule="auto"/>
        <w:ind w:left="0"/>
        <w:jc w:val="both"/>
        <w:rPr>
          <w:b/>
          <w:sz w:val="20"/>
          <w:szCs w:val="20"/>
          <w:u w:val="single"/>
        </w:rPr>
      </w:pPr>
      <w:r w:rsidRPr="008D6243">
        <w:rPr>
          <w:b/>
          <w:sz w:val="20"/>
          <w:szCs w:val="20"/>
          <w:u w:val="single"/>
        </w:rPr>
        <w:t>TEMĂ:</w:t>
      </w:r>
    </w:p>
    <w:p w:rsidR="00675CEF" w:rsidRPr="008D6243" w:rsidRDefault="00675CEF" w:rsidP="00675CEF">
      <w:pPr>
        <w:pStyle w:val="Listparagraf"/>
        <w:spacing w:line="240" w:lineRule="auto"/>
        <w:ind w:left="360"/>
        <w:jc w:val="both"/>
        <w:rPr>
          <w:sz w:val="20"/>
          <w:szCs w:val="20"/>
        </w:rPr>
      </w:pPr>
    </w:p>
    <w:p w:rsidR="00675CEF" w:rsidRPr="008D6243" w:rsidRDefault="00675CEF" w:rsidP="00675CEF">
      <w:pPr>
        <w:pStyle w:val="Listparagraf"/>
        <w:spacing w:line="240" w:lineRule="auto"/>
        <w:ind w:left="360"/>
        <w:jc w:val="both"/>
        <w:rPr>
          <w:sz w:val="20"/>
          <w:szCs w:val="20"/>
        </w:rPr>
      </w:pPr>
    </w:p>
    <w:p w:rsidR="00675CEF" w:rsidRPr="008D6243" w:rsidRDefault="00675CEF" w:rsidP="00675CEF">
      <w:pPr>
        <w:pStyle w:val="Listparagraf"/>
        <w:numPr>
          <w:ilvl w:val="0"/>
          <w:numId w:val="7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t>În această aplica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ie, pe a treia pagină a tabControlului adăuga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un control de tip textBox</w:t>
      </w:r>
      <w:r w:rsidR="00567DB6" w:rsidRPr="008D6243">
        <w:rPr>
          <w:sz w:val="20"/>
          <w:szCs w:val="20"/>
        </w:rPr>
        <w:t xml:space="preserve"> (va avea numele textBox4)</w:t>
      </w:r>
      <w:r w:rsidRPr="008D6243">
        <w:rPr>
          <w:sz w:val="20"/>
          <w:szCs w:val="20"/>
        </w:rPr>
        <w:t xml:space="preserve"> în care ve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 introduce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pre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ul produsului care va fi adăugat în listă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un contr</w:t>
      </w:r>
      <w:r w:rsidR="0094719F">
        <w:rPr>
          <w:sz w:val="20"/>
          <w:szCs w:val="20"/>
        </w:rPr>
        <w:t>ol de tip label care va specifi</w:t>
      </w:r>
      <w:r w:rsidRPr="008D6243">
        <w:rPr>
          <w:sz w:val="20"/>
          <w:szCs w:val="20"/>
        </w:rPr>
        <w:t>c</w:t>
      </w:r>
      <w:r w:rsidR="0094719F">
        <w:rPr>
          <w:sz w:val="20"/>
          <w:szCs w:val="20"/>
        </w:rPr>
        <w:t>a</w:t>
      </w:r>
      <w:r w:rsidRPr="008D6243">
        <w:rPr>
          <w:sz w:val="20"/>
          <w:szCs w:val="20"/>
        </w:rPr>
        <w:t xml:space="preserve"> ce anume trebuie să scrie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în noul control. Ve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 adăuga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încă două controale de tip listBox cu numele listBox5 respectiv listBox6 a</w:t>
      </w:r>
      <w:bookmarkStart w:id="0" w:name="_GoBack"/>
      <w:bookmarkEnd w:id="0"/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 xml:space="preserve">ezate paralel cu cele existente (de o parte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 xml:space="preserve">i de alta a butoanelor </w:t>
      </w:r>
      <w:r w:rsidR="00567DB6" w:rsidRPr="008D6243">
        <w:rPr>
          <w:sz w:val="20"/>
          <w:szCs w:val="20"/>
        </w:rPr>
        <w:t>care muta itemii</w:t>
      </w:r>
      <w:r w:rsidRPr="008D6243">
        <w:rPr>
          <w:sz w:val="20"/>
          <w:szCs w:val="20"/>
        </w:rPr>
        <w:t>. În ele se vor adăuga pre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urile corespunzătoare produselor alăturate. Scrie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codul necesar pentru:</w:t>
      </w:r>
    </w:p>
    <w:p w:rsidR="00675CEF" w:rsidRPr="008D6243" w:rsidRDefault="00675CEF" w:rsidP="00675CEF">
      <w:pPr>
        <w:pStyle w:val="Listparagraf"/>
        <w:numPr>
          <w:ilvl w:val="0"/>
          <w:numId w:val="8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t>a testa ca în textBox</w:t>
      </w:r>
      <w:r w:rsidR="00567DB6" w:rsidRPr="008D6243">
        <w:rPr>
          <w:sz w:val="20"/>
          <w:szCs w:val="20"/>
        </w:rPr>
        <w:t>4</w:t>
      </w:r>
      <w:r w:rsidRPr="008D6243">
        <w:rPr>
          <w:sz w:val="20"/>
          <w:szCs w:val="20"/>
        </w:rPr>
        <w:t xml:space="preserve"> să nu putem tasta decât numere, punct, Backspace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 xml:space="preserve">i Enter. Iar când se apasă Enter </w:t>
      </w:r>
      <w:r w:rsidR="00567DB6" w:rsidRPr="008D6243">
        <w:rPr>
          <w:sz w:val="20"/>
          <w:szCs w:val="20"/>
        </w:rPr>
        <w:t xml:space="preserve">sau se dă click pe button3 </w:t>
      </w:r>
      <w:r w:rsidRPr="008D6243">
        <w:rPr>
          <w:sz w:val="20"/>
          <w:szCs w:val="20"/>
        </w:rPr>
        <w:t>să se adauge produsul cu denumirea din textBox3</w:t>
      </w:r>
      <w:r w:rsidR="00567DB6" w:rsidRPr="008D6243">
        <w:rPr>
          <w:sz w:val="20"/>
          <w:szCs w:val="20"/>
        </w:rPr>
        <w:t xml:space="preserve"> în listBox3 dar </w:t>
      </w:r>
      <w:r w:rsidR="00E32855">
        <w:rPr>
          <w:sz w:val="20"/>
          <w:szCs w:val="20"/>
        </w:rPr>
        <w:t>ș</w:t>
      </w:r>
      <w:r w:rsidR="00567DB6" w:rsidRPr="008D6243">
        <w:rPr>
          <w:sz w:val="20"/>
          <w:szCs w:val="20"/>
        </w:rPr>
        <w:t>i pre</w:t>
      </w:r>
      <w:r w:rsidR="00E32855">
        <w:rPr>
          <w:sz w:val="20"/>
          <w:szCs w:val="20"/>
        </w:rPr>
        <w:t>ț</w:t>
      </w:r>
      <w:r w:rsidR="00567DB6" w:rsidRPr="008D6243">
        <w:rPr>
          <w:sz w:val="20"/>
          <w:szCs w:val="20"/>
        </w:rPr>
        <w:t>ul din textBox4 în listBox5.</w:t>
      </w:r>
    </w:p>
    <w:p w:rsidR="00567DB6" w:rsidRPr="008D6243" w:rsidRDefault="00567DB6" w:rsidP="00675CEF">
      <w:pPr>
        <w:pStyle w:val="Listparagraf"/>
        <w:numPr>
          <w:ilvl w:val="0"/>
          <w:numId w:val="8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t>completa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codul scris pentru ca atunci când da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click pe button4, respectiv pe button5 să se mută itemii selecta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dintr-o listă în alta conform săge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ii, cu cod care odată cu mutarea unui item de ex. din listBox3 în listBox4, să se mute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pre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ul corespunzător din listBox5 (de pe aceea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pozi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ie) în textBox6 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invers.</w:t>
      </w:r>
    </w:p>
    <w:p w:rsidR="00567DB6" w:rsidRPr="008D6243" w:rsidRDefault="00567DB6" w:rsidP="00675CEF">
      <w:pPr>
        <w:pStyle w:val="Listparagraf"/>
        <w:numPr>
          <w:ilvl w:val="0"/>
          <w:numId w:val="8"/>
        </w:numPr>
        <w:spacing w:line="240" w:lineRule="auto"/>
        <w:jc w:val="both"/>
        <w:rPr>
          <w:sz w:val="20"/>
          <w:szCs w:val="20"/>
        </w:rPr>
      </w:pPr>
      <w:r w:rsidRPr="008D6243">
        <w:rPr>
          <w:sz w:val="20"/>
          <w:szCs w:val="20"/>
        </w:rPr>
        <w:t>adăuga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două noi controale (care crede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 că sunt potrivite)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cu ajutorul lor afi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(folosindu-vă de proprietatea Text) pre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ul a ce 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 cumpărat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a ce a mai rămas de cumpărat. Acestea se vor reactualiza de fiecare dată când se modifică listele.</w:t>
      </w:r>
    </w:p>
    <w:p w:rsidR="00675CEF" w:rsidRPr="008D6243" w:rsidRDefault="00042583" w:rsidP="00675CEF">
      <w:pPr>
        <w:pStyle w:val="Listparagraf"/>
        <w:numPr>
          <w:ilvl w:val="0"/>
          <w:numId w:val="7"/>
        </w:numPr>
        <w:spacing w:line="240" w:lineRule="auto"/>
        <w:jc w:val="both"/>
        <w:rPr>
          <w:b/>
          <w:sz w:val="20"/>
          <w:szCs w:val="20"/>
        </w:rPr>
      </w:pPr>
      <w:r w:rsidRPr="008D6243">
        <w:rPr>
          <w:sz w:val="20"/>
          <w:szCs w:val="20"/>
        </w:rPr>
        <w:t>Realiza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 o aplica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ie simplă care va face un calcule, transformări sau rezolvări de probleme diferite. Aceasta va avea un design plăcut </w:t>
      </w:r>
      <w:r w:rsidR="00E32855">
        <w:rPr>
          <w:sz w:val="20"/>
          <w:szCs w:val="20"/>
        </w:rPr>
        <w:t>ș</w:t>
      </w:r>
      <w:r w:rsidRPr="008D6243">
        <w:rPr>
          <w:sz w:val="20"/>
          <w:szCs w:val="20"/>
        </w:rPr>
        <w:t>i va folosi cel pu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>in jumătate din controalele învă</w:t>
      </w:r>
      <w:r w:rsidR="00E32855">
        <w:rPr>
          <w:sz w:val="20"/>
          <w:szCs w:val="20"/>
        </w:rPr>
        <w:t>ț</w:t>
      </w:r>
      <w:r w:rsidRPr="008D6243">
        <w:rPr>
          <w:sz w:val="20"/>
          <w:szCs w:val="20"/>
        </w:rPr>
        <w:t xml:space="preserve">ate (de tip  </w:t>
      </w:r>
      <w:r w:rsidRPr="008D6243">
        <w:rPr>
          <w:b/>
          <w:sz w:val="20"/>
          <w:szCs w:val="20"/>
        </w:rPr>
        <w:t>Label, TextBox, Button, TabControl, ListBox, CheckedListBox, RadioButton,   GroupBox, CheckBox, ColorDialog).</w:t>
      </w:r>
    </w:p>
    <w:p w:rsidR="005B2E54" w:rsidRPr="008D6243" w:rsidRDefault="005B2E54" w:rsidP="00042583">
      <w:pPr>
        <w:pStyle w:val="Listparagraf"/>
        <w:spacing w:line="240" w:lineRule="auto"/>
        <w:jc w:val="both"/>
        <w:rPr>
          <w:sz w:val="20"/>
          <w:szCs w:val="20"/>
        </w:rPr>
      </w:pPr>
    </w:p>
    <w:sectPr w:rsidR="005B2E54" w:rsidRPr="008D6243" w:rsidSect="00567DB6">
      <w:pgSz w:w="12240" w:h="15840"/>
      <w:pgMar w:top="450" w:right="540" w:bottom="450" w:left="4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5EBA"/>
    <w:multiLevelType w:val="hybridMultilevel"/>
    <w:tmpl w:val="9944352E"/>
    <w:lvl w:ilvl="0" w:tplc="C22230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C0217"/>
    <w:multiLevelType w:val="hybridMultilevel"/>
    <w:tmpl w:val="BD90B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D49E0"/>
    <w:multiLevelType w:val="hybridMultilevel"/>
    <w:tmpl w:val="D3C49BD0"/>
    <w:lvl w:ilvl="0" w:tplc="FBDA67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8E6651"/>
    <w:multiLevelType w:val="hybridMultilevel"/>
    <w:tmpl w:val="977614A6"/>
    <w:lvl w:ilvl="0" w:tplc="C854F58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EF253FE"/>
    <w:multiLevelType w:val="hybridMultilevel"/>
    <w:tmpl w:val="7E8C64B2"/>
    <w:lvl w:ilvl="0" w:tplc="8B50FF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C60571"/>
    <w:multiLevelType w:val="hybridMultilevel"/>
    <w:tmpl w:val="FD10EED4"/>
    <w:lvl w:ilvl="0" w:tplc="9B2A32A2">
      <w:start w:val="5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7770267"/>
    <w:multiLevelType w:val="multilevel"/>
    <w:tmpl w:val="BD90B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695917"/>
    <w:multiLevelType w:val="hybridMultilevel"/>
    <w:tmpl w:val="267E1F7A"/>
    <w:lvl w:ilvl="0" w:tplc="F5CC465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attachedTemplate r:id="rId1"/>
  <w:defaultTabStop w:val="720"/>
  <w:hyphenationZone w:val="425"/>
  <w:characterSpacingControl w:val="doNotCompress"/>
  <w:compat/>
  <w:rsids>
    <w:rsidRoot w:val="004F5A3B"/>
    <w:rsid w:val="00023972"/>
    <w:rsid w:val="00042583"/>
    <w:rsid w:val="000468CD"/>
    <w:rsid w:val="001015A9"/>
    <w:rsid w:val="00120498"/>
    <w:rsid w:val="00171CF4"/>
    <w:rsid w:val="001F34CF"/>
    <w:rsid w:val="0020317E"/>
    <w:rsid w:val="002147C0"/>
    <w:rsid w:val="00227956"/>
    <w:rsid w:val="0035318C"/>
    <w:rsid w:val="00396BAE"/>
    <w:rsid w:val="003A3ECA"/>
    <w:rsid w:val="003C2393"/>
    <w:rsid w:val="003D3197"/>
    <w:rsid w:val="0046581C"/>
    <w:rsid w:val="004F5A3B"/>
    <w:rsid w:val="00567DB6"/>
    <w:rsid w:val="005B2E54"/>
    <w:rsid w:val="005B3DEF"/>
    <w:rsid w:val="005D3FA7"/>
    <w:rsid w:val="005F373A"/>
    <w:rsid w:val="00675CEF"/>
    <w:rsid w:val="006A2077"/>
    <w:rsid w:val="006E30C5"/>
    <w:rsid w:val="006F4729"/>
    <w:rsid w:val="007A2244"/>
    <w:rsid w:val="007B2693"/>
    <w:rsid w:val="0080233C"/>
    <w:rsid w:val="00833C44"/>
    <w:rsid w:val="008370B8"/>
    <w:rsid w:val="00890835"/>
    <w:rsid w:val="008D6243"/>
    <w:rsid w:val="008E45C6"/>
    <w:rsid w:val="008E67C3"/>
    <w:rsid w:val="00912601"/>
    <w:rsid w:val="0094719F"/>
    <w:rsid w:val="00993D0F"/>
    <w:rsid w:val="009B49EB"/>
    <w:rsid w:val="009B4AFC"/>
    <w:rsid w:val="009F51FD"/>
    <w:rsid w:val="00AF4B38"/>
    <w:rsid w:val="00B06B4A"/>
    <w:rsid w:val="00B77F30"/>
    <w:rsid w:val="00B833C8"/>
    <w:rsid w:val="00BE0CEA"/>
    <w:rsid w:val="00C351FE"/>
    <w:rsid w:val="00C904C3"/>
    <w:rsid w:val="00CB2726"/>
    <w:rsid w:val="00CC41FF"/>
    <w:rsid w:val="00D07032"/>
    <w:rsid w:val="00D24325"/>
    <w:rsid w:val="00D46835"/>
    <w:rsid w:val="00D53E30"/>
    <w:rsid w:val="00E23F47"/>
    <w:rsid w:val="00E32855"/>
    <w:rsid w:val="00E3479F"/>
    <w:rsid w:val="00EB3C1E"/>
    <w:rsid w:val="00FB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C44"/>
    <w:pPr>
      <w:spacing w:after="200" w:line="276" w:lineRule="auto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F5A3B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2147C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xtnBalonCaracter">
    <w:name w:val="Text în Balon Caracter"/>
    <w:link w:val="TextnBalon"/>
    <w:uiPriority w:val="99"/>
    <w:semiHidden/>
    <w:rsid w:val="002147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8686112E-C54C-41D1-B736-CDEB69CBED59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0</TotalTime>
  <Pages>3</Pages>
  <Words>1144</Words>
  <Characters>6522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7651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</dc:creator>
  <cp:lastModifiedBy>elev</cp:lastModifiedBy>
  <cp:revision>2</cp:revision>
  <dcterms:created xsi:type="dcterms:W3CDTF">2016-11-11T06:58:00Z</dcterms:created>
  <dcterms:modified xsi:type="dcterms:W3CDTF">2016-11-11T06:58:00Z</dcterms:modified>
</cp:coreProperties>
</file>